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85F3D8" w14:textId="234AAE49" w:rsidR="005C090C" w:rsidRDefault="005C090C" w:rsidP="005C090C">
      <w:pPr>
        <w:overflowPunct/>
        <w:spacing w:after="2"/>
        <w:jc w:val="center"/>
        <w:rPr>
          <w:rFonts w:asciiTheme="minorHAnsi" w:hAnsiTheme="minorHAnsi"/>
          <w:b/>
          <w:bCs/>
          <w:color w:val="000000"/>
          <w:sz w:val="28"/>
          <w:szCs w:val="28"/>
        </w:rPr>
      </w:pPr>
      <w:r w:rsidRPr="005964AB">
        <w:rPr>
          <w:rFonts w:asciiTheme="minorHAnsi" w:hAnsiTheme="minorHAnsi"/>
          <w:b/>
          <w:bCs/>
          <w:color w:val="000000"/>
          <w:sz w:val="28"/>
          <w:szCs w:val="28"/>
        </w:rPr>
        <w:t xml:space="preserve">FASE REGIONALE DI </w:t>
      </w:r>
      <w:r w:rsidR="00495B75">
        <w:rPr>
          <w:rFonts w:asciiTheme="minorHAnsi" w:hAnsiTheme="minorHAnsi"/>
          <w:b/>
          <w:bCs/>
          <w:color w:val="000000"/>
          <w:sz w:val="28"/>
          <w:szCs w:val="28"/>
        </w:rPr>
        <w:t>DUATHLON</w:t>
      </w:r>
      <w:r w:rsidR="00565C77">
        <w:rPr>
          <w:rFonts w:asciiTheme="minorHAnsi" w:hAnsiTheme="minorHAnsi"/>
          <w:b/>
          <w:bCs/>
          <w:color w:val="000000"/>
          <w:sz w:val="28"/>
          <w:szCs w:val="28"/>
        </w:rPr>
        <w:t>-</w:t>
      </w:r>
      <w:r w:rsidR="007308DF" w:rsidRPr="005964AB">
        <w:rPr>
          <w:rFonts w:asciiTheme="minorHAnsi" w:hAnsiTheme="minorHAnsi"/>
          <w:b/>
          <w:bCs/>
          <w:color w:val="000000"/>
          <w:sz w:val="28"/>
          <w:szCs w:val="28"/>
        </w:rPr>
        <w:t xml:space="preserve">  </w:t>
      </w:r>
      <w:r w:rsidR="00495B75">
        <w:rPr>
          <w:rFonts w:asciiTheme="minorHAnsi" w:hAnsiTheme="minorHAnsi"/>
          <w:b/>
          <w:bCs/>
          <w:color w:val="000000"/>
          <w:sz w:val="28"/>
          <w:szCs w:val="28"/>
        </w:rPr>
        <w:t>2</w:t>
      </w:r>
      <w:r w:rsidR="00565C77">
        <w:rPr>
          <w:rFonts w:asciiTheme="minorHAnsi" w:hAnsiTheme="minorHAnsi"/>
          <w:b/>
          <w:bCs/>
          <w:color w:val="000000"/>
          <w:sz w:val="28"/>
          <w:szCs w:val="28"/>
        </w:rPr>
        <w:t xml:space="preserve"> Maggio </w:t>
      </w:r>
      <w:r w:rsidR="00E5390D">
        <w:rPr>
          <w:rFonts w:asciiTheme="minorHAnsi" w:hAnsiTheme="minorHAnsi"/>
          <w:b/>
          <w:bCs/>
          <w:color w:val="000000"/>
          <w:sz w:val="28"/>
          <w:szCs w:val="28"/>
        </w:rPr>
        <w:t xml:space="preserve"> 2019 </w:t>
      </w:r>
      <w:r w:rsidR="00495B75">
        <w:rPr>
          <w:rFonts w:asciiTheme="minorHAnsi" w:hAnsiTheme="minorHAnsi"/>
          <w:b/>
          <w:bCs/>
          <w:color w:val="000000"/>
          <w:sz w:val="28"/>
          <w:szCs w:val="28"/>
        </w:rPr>
        <w:t xml:space="preserve">Montegranaro </w:t>
      </w:r>
    </w:p>
    <w:p w14:paraId="7289A9E9" w14:textId="77777777" w:rsidR="00E5390D" w:rsidRPr="005964AB" w:rsidRDefault="00E5390D" w:rsidP="005C090C">
      <w:pPr>
        <w:overflowPunct/>
        <w:spacing w:after="2"/>
        <w:jc w:val="center"/>
        <w:rPr>
          <w:rFonts w:asciiTheme="minorHAnsi" w:hAnsiTheme="minorHAnsi"/>
          <w:b/>
          <w:bCs/>
          <w:color w:val="000000"/>
          <w:sz w:val="28"/>
          <w:szCs w:val="28"/>
        </w:rPr>
      </w:pPr>
    </w:p>
    <w:p w14:paraId="736B5F94" w14:textId="056DFAD6" w:rsidR="00565C77" w:rsidRPr="00565C77" w:rsidRDefault="005C090C" w:rsidP="005C090C">
      <w:pPr>
        <w:overflowPunct/>
        <w:spacing w:after="2"/>
        <w:jc w:val="center"/>
        <w:rPr>
          <w:rFonts w:asciiTheme="minorHAnsi" w:hAnsiTheme="minorHAnsi" w:cs="Calibri"/>
          <w:b/>
          <w:sz w:val="28"/>
          <w:szCs w:val="28"/>
        </w:rPr>
      </w:pPr>
      <w:r w:rsidRPr="005964AB">
        <w:rPr>
          <w:rFonts w:asciiTheme="minorHAnsi" w:hAnsiTheme="minorHAnsi"/>
          <w:b/>
          <w:bCs/>
          <w:color w:val="000000"/>
          <w:sz w:val="28"/>
          <w:szCs w:val="28"/>
        </w:rPr>
        <w:t xml:space="preserve">Modello di </w:t>
      </w:r>
      <w:r w:rsidR="007308DF" w:rsidRPr="005964AB">
        <w:rPr>
          <w:rFonts w:asciiTheme="minorHAnsi" w:hAnsiTheme="minorHAnsi"/>
          <w:b/>
          <w:bCs/>
          <w:color w:val="000000"/>
          <w:sz w:val="28"/>
          <w:szCs w:val="28"/>
        </w:rPr>
        <w:t xml:space="preserve">partecipazione da inviare entro il </w:t>
      </w:r>
      <w:r w:rsidR="00495B75">
        <w:rPr>
          <w:rFonts w:asciiTheme="minorHAnsi" w:hAnsiTheme="minorHAnsi"/>
          <w:b/>
          <w:bCs/>
          <w:color w:val="000000"/>
          <w:sz w:val="28"/>
          <w:szCs w:val="28"/>
        </w:rPr>
        <w:t>12</w:t>
      </w:r>
      <w:r w:rsidR="007308DF" w:rsidRPr="005964AB">
        <w:rPr>
          <w:rFonts w:asciiTheme="minorHAnsi" w:hAnsiTheme="minorHAnsi"/>
          <w:b/>
          <w:bCs/>
          <w:color w:val="000000"/>
          <w:sz w:val="28"/>
          <w:szCs w:val="28"/>
        </w:rPr>
        <w:t xml:space="preserve"> Aprile </w:t>
      </w:r>
      <w:r w:rsidRPr="005964AB">
        <w:rPr>
          <w:rFonts w:asciiTheme="minorHAnsi" w:hAnsiTheme="minorHAnsi" w:cs="Calibri"/>
          <w:b/>
          <w:sz w:val="28"/>
          <w:szCs w:val="28"/>
        </w:rPr>
        <w:t xml:space="preserve">2019 a </w:t>
      </w:r>
      <w:r w:rsidR="00565C77">
        <w:rPr>
          <w:rFonts w:asciiTheme="minorHAnsi" w:hAnsiTheme="minorHAnsi" w:cs="Calibri"/>
          <w:b/>
          <w:sz w:val="28"/>
          <w:szCs w:val="28"/>
        </w:rPr>
        <w:fldChar w:fldCharType="begin"/>
      </w:r>
      <w:r w:rsidR="00565C77">
        <w:rPr>
          <w:rFonts w:asciiTheme="minorHAnsi" w:hAnsiTheme="minorHAnsi" w:cs="Calibri"/>
          <w:b/>
          <w:sz w:val="28"/>
          <w:szCs w:val="28"/>
        </w:rPr>
        <w:instrText xml:space="preserve"> HYPERLINK "mailto:</w:instrText>
      </w:r>
    </w:p>
    <w:p w14:paraId="793EABA5" w14:textId="77777777" w:rsidR="00565C77" w:rsidRPr="000A3E02" w:rsidRDefault="00565C77" w:rsidP="005C090C">
      <w:pPr>
        <w:overflowPunct/>
        <w:spacing w:after="2"/>
        <w:jc w:val="center"/>
        <w:rPr>
          <w:rStyle w:val="Collegamentoipertestuale"/>
          <w:rFonts w:asciiTheme="minorHAnsi" w:hAnsiTheme="minorHAnsi" w:cs="Calibri"/>
          <w:b/>
          <w:sz w:val="28"/>
          <w:szCs w:val="28"/>
        </w:rPr>
      </w:pPr>
      <w:r w:rsidRPr="00565C77">
        <w:rPr>
          <w:rFonts w:asciiTheme="minorHAnsi" w:hAnsiTheme="minorHAnsi" w:cs="Calibri"/>
          <w:b/>
          <w:sz w:val="28"/>
          <w:szCs w:val="28"/>
        </w:rPr>
        <w:instrText>direzione-marche@istruzione.it</w:instrText>
      </w:r>
      <w:r>
        <w:rPr>
          <w:rFonts w:asciiTheme="minorHAnsi" w:hAnsiTheme="minorHAnsi" w:cs="Calibri"/>
          <w:b/>
          <w:sz w:val="28"/>
          <w:szCs w:val="28"/>
        </w:rPr>
        <w:instrText xml:space="preserve">" </w:instrText>
      </w:r>
      <w:r>
        <w:rPr>
          <w:rFonts w:asciiTheme="minorHAnsi" w:hAnsiTheme="minorHAnsi" w:cs="Calibri"/>
          <w:b/>
          <w:sz w:val="28"/>
          <w:szCs w:val="28"/>
        </w:rPr>
        <w:fldChar w:fldCharType="separate"/>
      </w:r>
    </w:p>
    <w:p w14:paraId="0585F3DA" w14:textId="744BD4F2" w:rsidR="005C090C" w:rsidRDefault="00565C77" w:rsidP="005C090C">
      <w:pPr>
        <w:overflowPunct/>
        <w:spacing w:after="2"/>
        <w:jc w:val="center"/>
        <w:rPr>
          <w:rFonts w:asciiTheme="minorHAnsi" w:hAnsiTheme="minorHAnsi" w:cs="Calibri"/>
          <w:b/>
          <w:sz w:val="28"/>
          <w:szCs w:val="28"/>
        </w:rPr>
      </w:pPr>
      <w:r w:rsidRPr="000A3E02">
        <w:rPr>
          <w:rStyle w:val="Collegamentoipertestuale"/>
          <w:rFonts w:asciiTheme="minorHAnsi" w:hAnsiTheme="minorHAnsi" w:cs="Calibri"/>
          <w:b/>
          <w:sz w:val="28"/>
          <w:szCs w:val="28"/>
        </w:rPr>
        <w:t>direzione-marche@istruzione.it</w:t>
      </w:r>
      <w:r>
        <w:rPr>
          <w:rFonts w:asciiTheme="minorHAnsi" w:hAnsiTheme="minorHAnsi" w:cs="Calibri"/>
          <w:b/>
          <w:sz w:val="28"/>
          <w:szCs w:val="28"/>
        </w:rPr>
        <w:fldChar w:fldCharType="end"/>
      </w:r>
      <w:r w:rsidR="007308DF" w:rsidRPr="005964AB">
        <w:rPr>
          <w:rStyle w:val="Collegamentoipertestuale"/>
          <w:rFonts w:asciiTheme="minorHAnsi" w:hAnsiTheme="minorHAnsi" w:cs="Calibri"/>
          <w:sz w:val="28"/>
          <w:szCs w:val="28"/>
          <w:u w:val="none"/>
        </w:rPr>
        <w:t xml:space="preserve"> </w:t>
      </w:r>
      <w:r w:rsidR="005C090C" w:rsidRPr="005964AB">
        <w:rPr>
          <w:rFonts w:asciiTheme="minorHAnsi" w:hAnsiTheme="minorHAnsi" w:cs="Calibri"/>
          <w:b/>
          <w:sz w:val="28"/>
          <w:szCs w:val="28"/>
        </w:rPr>
        <w:t xml:space="preserve"> </w:t>
      </w:r>
      <w:r w:rsidR="007308DF" w:rsidRPr="005964AB">
        <w:rPr>
          <w:rFonts w:asciiTheme="minorHAnsi" w:hAnsiTheme="minorHAnsi" w:cs="Calibri"/>
          <w:b/>
          <w:sz w:val="28"/>
          <w:szCs w:val="28"/>
        </w:rPr>
        <w:t xml:space="preserve">e </w:t>
      </w:r>
      <w:r w:rsidR="00E5390D">
        <w:rPr>
          <w:rFonts w:asciiTheme="minorHAnsi" w:hAnsiTheme="minorHAnsi" w:cs="Calibri"/>
          <w:b/>
          <w:sz w:val="28"/>
          <w:szCs w:val="28"/>
        </w:rPr>
        <w:t xml:space="preserve">al </w:t>
      </w:r>
      <w:r w:rsidR="007308DF" w:rsidRPr="005964AB">
        <w:rPr>
          <w:rFonts w:asciiTheme="minorHAnsi" w:hAnsiTheme="minorHAnsi" w:cs="Calibri"/>
          <w:b/>
          <w:sz w:val="28"/>
          <w:szCs w:val="28"/>
        </w:rPr>
        <w:t>proprio ambito territoriale</w:t>
      </w:r>
    </w:p>
    <w:p w14:paraId="0585F3DF" w14:textId="77777777" w:rsidR="005C090C" w:rsidRPr="005964AB" w:rsidRDefault="005C090C" w:rsidP="005C090C">
      <w:pPr>
        <w:overflowPunct/>
        <w:spacing w:after="2"/>
        <w:jc w:val="center"/>
        <w:rPr>
          <w:rFonts w:asciiTheme="minorHAnsi" w:hAnsiTheme="minorHAnsi" w:cs="Calibri"/>
          <w:b/>
          <w:sz w:val="22"/>
          <w:szCs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708"/>
        <w:gridCol w:w="3119"/>
        <w:gridCol w:w="1559"/>
        <w:gridCol w:w="1276"/>
        <w:gridCol w:w="709"/>
        <w:gridCol w:w="1874"/>
      </w:tblGrid>
      <w:tr w:rsidR="00495B75" w:rsidRPr="005964AB" w14:paraId="6E071E97" w14:textId="77777777" w:rsidTr="00E75A60">
        <w:trPr>
          <w:trHeight w:val="509"/>
        </w:trPr>
        <w:tc>
          <w:tcPr>
            <w:tcW w:w="534" w:type="dxa"/>
          </w:tcPr>
          <w:p w14:paraId="482F776C" w14:textId="77777777" w:rsidR="00495B75" w:rsidRDefault="00495B75" w:rsidP="005C090C">
            <w:pPr>
              <w:overflowPunct/>
              <w:spacing w:after="2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  <w:p w14:paraId="3917478C" w14:textId="25CE3F2C" w:rsidR="00495B75" w:rsidRPr="005964AB" w:rsidRDefault="00495B75" w:rsidP="005C090C">
            <w:pPr>
              <w:overflowPunct/>
              <w:spacing w:after="2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5964AB">
              <w:rPr>
                <w:rFonts w:asciiTheme="minorHAnsi" w:hAnsiTheme="minorHAnsi" w:cs="Calibri"/>
                <w:b/>
                <w:sz w:val="22"/>
                <w:szCs w:val="22"/>
              </w:rPr>
              <w:t>Ist.</w:t>
            </w:r>
          </w:p>
        </w:tc>
        <w:tc>
          <w:tcPr>
            <w:tcW w:w="9245" w:type="dxa"/>
            <w:gridSpan w:val="6"/>
            <w:tcBorders>
              <w:bottom w:val="single" w:sz="4" w:space="0" w:color="auto"/>
            </w:tcBorders>
          </w:tcPr>
          <w:p w14:paraId="0477023A" w14:textId="77777777" w:rsidR="00495B75" w:rsidRDefault="00495B75" w:rsidP="005C090C">
            <w:pPr>
              <w:overflowPunct/>
              <w:spacing w:after="2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  <w:p w14:paraId="397C3B99" w14:textId="13462145" w:rsidR="00495B75" w:rsidRPr="005964AB" w:rsidRDefault="00495B75" w:rsidP="005C090C">
            <w:pPr>
              <w:overflowPunct/>
              <w:spacing w:after="2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E8191D" w:rsidRPr="005964AB" w14:paraId="686A706E" w14:textId="77777777" w:rsidTr="008F3BC1">
        <w:trPr>
          <w:trHeight w:val="549"/>
        </w:trPr>
        <w:tc>
          <w:tcPr>
            <w:tcW w:w="1242" w:type="dxa"/>
            <w:gridSpan w:val="2"/>
          </w:tcPr>
          <w:p w14:paraId="18BD69FE" w14:textId="77777777" w:rsidR="00E8191D" w:rsidRDefault="00E8191D" w:rsidP="005C090C">
            <w:pPr>
              <w:overflowPunct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  <w:p w14:paraId="2CF368FB" w14:textId="7BE4EF4D" w:rsidR="00E8191D" w:rsidRDefault="00E8191D" w:rsidP="005C090C">
            <w:pPr>
              <w:overflowPunct/>
              <w:rPr>
                <w:rFonts w:asciiTheme="minorHAnsi" w:hAnsiTheme="minorHAnsi"/>
                <w:b/>
                <w:spacing w:val="-1"/>
                <w:position w:val="-1"/>
                <w:sz w:val="22"/>
                <w:szCs w:val="22"/>
              </w:rPr>
            </w:pPr>
            <w:r w:rsidRPr="005964AB">
              <w:rPr>
                <w:rFonts w:asciiTheme="minorHAnsi" w:hAnsiTheme="minorHAnsi" w:cs="Calibri"/>
                <w:b/>
                <w:sz w:val="22"/>
                <w:szCs w:val="22"/>
              </w:rPr>
              <w:t>Comune</w:t>
            </w:r>
          </w:p>
        </w:tc>
        <w:tc>
          <w:tcPr>
            <w:tcW w:w="5954" w:type="dxa"/>
            <w:gridSpan w:val="3"/>
            <w:tcBorders>
              <w:bottom w:val="single" w:sz="4" w:space="0" w:color="auto"/>
            </w:tcBorders>
          </w:tcPr>
          <w:p w14:paraId="110F3CB4" w14:textId="77777777" w:rsidR="00E8191D" w:rsidRPr="005964AB" w:rsidRDefault="00E8191D" w:rsidP="005C090C">
            <w:pPr>
              <w:overflowPunct/>
              <w:rPr>
                <w:rFonts w:asciiTheme="minorHAnsi" w:hAnsiTheme="minorHAnsi"/>
                <w:b/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709" w:type="dxa"/>
          </w:tcPr>
          <w:p w14:paraId="71EC88AB" w14:textId="77777777" w:rsidR="00E8191D" w:rsidRDefault="00E8191D" w:rsidP="005C090C">
            <w:pPr>
              <w:overflowPunct/>
              <w:rPr>
                <w:rFonts w:asciiTheme="minorHAnsi" w:hAnsiTheme="minorHAnsi"/>
                <w:b/>
                <w:spacing w:val="-1"/>
                <w:position w:val="-1"/>
                <w:sz w:val="22"/>
                <w:szCs w:val="22"/>
              </w:rPr>
            </w:pPr>
          </w:p>
          <w:p w14:paraId="10987EDD" w14:textId="439623E9" w:rsidR="00E8191D" w:rsidRDefault="00E8191D" w:rsidP="005C090C">
            <w:pPr>
              <w:overflowPunct/>
              <w:rPr>
                <w:rFonts w:asciiTheme="minorHAnsi" w:hAnsiTheme="minorHAnsi"/>
                <w:b/>
                <w:spacing w:val="-1"/>
                <w:position w:val="-1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pacing w:val="-1"/>
                <w:position w:val="-1"/>
                <w:sz w:val="22"/>
                <w:szCs w:val="22"/>
              </w:rPr>
              <w:t>Prov.</w:t>
            </w:r>
          </w:p>
        </w:tc>
        <w:tc>
          <w:tcPr>
            <w:tcW w:w="1874" w:type="dxa"/>
            <w:tcBorders>
              <w:bottom w:val="single" w:sz="4" w:space="0" w:color="auto"/>
            </w:tcBorders>
          </w:tcPr>
          <w:p w14:paraId="4547A3F9" w14:textId="77777777" w:rsidR="00E8191D" w:rsidRPr="005964AB" w:rsidRDefault="00E8191D" w:rsidP="005C090C">
            <w:pPr>
              <w:overflowPunct/>
              <w:rPr>
                <w:rFonts w:asciiTheme="minorHAnsi" w:hAnsiTheme="minorHAnsi"/>
                <w:b/>
                <w:spacing w:val="-1"/>
                <w:position w:val="-1"/>
                <w:sz w:val="22"/>
                <w:szCs w:val="22"/>
              </w:rPr>
            </w:pPr>
          </w:p>
        </w:tc>
      </w:tr>
      <w:tr w:rsidR="005964AB" w:rsidRPr="005964AB" w14:paraId="1DE9B0D5" w14:textId="77777777" w:rsidTr="008F3BC1">
        <w:trPr>
          <w:trHeight w:val="549"/>
        </w:trPr>
        <w:tc>
          <w:tcPr>
            <w:tcW w:w="1242" w:type="dxa"/>
            <w:gridSpan w:val="2"/>
          </w:tcPr>
          <w:p w14:paraId="5026B553" w14:textId="77777777" w:rsidR="00E5390D" w:rsidRDefault="00E5390D" w:rsidP="005C090C">
            <w:pPr>
              <w:overflowPunct/>
              <w:rPr>
                <w:rFonts w:asciiTheme="minorHAnsi" w:hAnsiTheme="minorHAnsi"/>
                <w:b/>
                <w:spacing w:val="-1"/>
                <w:position w:val="-1"/>
                <w:sz w:val="22"/>
                <w:szCs w:val="22"/>
              </w:rPr>
            </w:pPr>
          </w:p>
          <w:p w14:paraId="3C20D37C" w14:textId="7C8625A6" w:rsidR="005964AB" w:rsidRPr="005964AB" w:rsidRDefault="008F3BC1" w:rsidP="008F3BC1">
            <w:pPr>
              <w:overflowPunct/>
              <w:rPr>
                <w:rFonts w:asciiTheme="minorHAnsi" w:hAnsiTheme="minorHAnsi"/>
                <w:b/>
                <w:spacing w:val="-1"/>
                <w:position w:val="-1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pacing w:val="-1"/>
                <w:position w:val="-1"/>
                <w:sz w:val="22"/>
                <w:szCs w:val="22"/>
              </w:rPr>
              <w:t>Telefono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525E15CF" w14:textId="77777777" w:rsidR="005964AB" w:rsidRPr="005964AB" w:rsidRDefault="005964AB" w:rsidP="005C090C">
            <w:pPr>
              <w:overflowPunct/>
              <w:rPr>
                <w:rFonts w:asciiTheme="minorHAnsi" w:hAnsiTheme="minorHAnsi"/>
                <w:b/>
                <w:spacing w:val="-1"/>
                <w:position w:val="-1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807121B" w14:textId="77777777" w:rsidR="00E5390D" w:rsidRDefault="00E5390D" w:rsidP="005C090C">
            <w:pPr>
              <w:overflowPunct/>
              <w:rPr>
                <w:rFonts w:asciiTheme="minorHAnsi" w:hAnsiTheme="minorHAnsi"/>
                <w:b/>
                <w:spacing w:val="-1"/>
                <w:position w:val="-1"/>
                <w:sz w:val="22"/>
                <w:szCs w:val="22"/>
              </w:rPr>
            </w:pPr>
          </w:p>
          <w:p w14:paraId="7E779743" w14:textId="02BBB4E6" w:rsidR="005964AB" w:rsidRPr="005964AB" w:rsidRDefault="005964AB" w:rsidP="005C090C">
            <w:pPr>
              <w:overflowPunct/>
              <w:rPr>
                <w:rFonts w:asciiTheme="minorHAnsi" w:hAnsiTheme="minorHAnsi"/>
                <w:b/>
                <w:spacing w:val="-1"/>
                <w:position w:val="-1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pacing w:val="-1"/>
                <w:position w:val="-1"/>
                <w:sz w:val="22"/>
                <w:szCs w:val="22"/>
              </w:rPr>
              <w:t>Indirizzo mail</w:t>
            </w:r>
          </w:p>
        </w:tc>
        <w:tc>
          <w:tcPr>
            <w:tcW w:w="3859" w:type="dxa"/>
            <w:gridSpan w:val="3"/>
            <w:tcBorders>
              <w:bottom w:val="single" w:sz="4" w:space="0" w:color="auto"/>
            </w:tcBorders>
          </w:tcPr>
          <w:p w14:paraId="4CF2E937" w14:textId="77777777" w:rsidR="005964AB" w:rsidRPr="005964AB" w:rsidRDefault="005964AB" w:rsidP="005C090C">
            <w:pPr>
              <w:overflowPunct/>
              <w:rPr>
                <w:rFonts w:asciiTheme="minorHAnsi" w:hAnsiTheme="minorHAnsi"/>
                <w:b/>
                <w:spacing w:val="-1"/>
                <w:position w:val="-1"/>
                <w:sz w:val="22"/>
                <w:szCs w:val="22"/>
              </w:rPr>
            </w:pPr>
          </w:p>
        </w:tc>
      </w:tr>
    </w:tbl>
    <w:p w14:paraId="4022E753" w14:textId="77777777" w:rsidR="00CE7D98" w:rsidRPr="005964AB" w:rsidRDefault="00CE7D98" w:rsidP="005C090C">
      <w:pPr>
        <w:overflowPunct/>
        <w:rPr>
          <w:rFonts w:asciiTheme="minorHAnsi" w:hAnsiTheme="minorHAnsi"/>
          <w:b/>
          <w:spacing w:val="-1"/>
          <w:position w:val="-1"/>
          <w:sz w:val="22"/>
          <w:szCs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2410"/>
        <w:gridCol w:w="1559"/>
        <w:gridCol w:w="3935"/>
      </w:tblGrid>
      <w:tr w:rsidR="00E5390D" w:rsidRPr="00E5390D" w14:paraId="174010E5" w14:textId="77777777" w:rsidTr="008F3BC1">
        <w:trPr>
          <w:trHeight w:val="589"/>
        </w:trPr>
        <w:tc>
          <w:tcPr>
            <w:tcW w:w="1951" w:type="dxa"/>
          </w:tcPr>
          <w:p w14:paraId="76F75FC6" w14:textId="77777777" w:rsidR="00E5390D" w:rsidRDefault="00E5390D" w:rsidP="0036271E">
            <w:pPr>
              <w:overflowPunct/>
              <w:spacing w:after="2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  <w:p w14:paraId="76178117" w14:textId="75C994F1" w:rsidR="00E5390D" w:rsidRPr="00E5390D" w:rsidRDefault="00E5390D" w:rsidP="00495B75">
            <w:pPr>
              <w:overflowPunct/>
              <w:spacing w:after="2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E5390D">
              <w:rPr>
                <w:rFonts w:asciiTheme="minorHAnsi" w:hAnsiTheme="minorHAnsi" w:cs="Calibri"/>
                <w:b/>
                <w:sz w:val="22"/>
                <w:szCs w:val="22"/>
              </w:rPr>
              <w:t>Docente referente</w:t>
            </w:r>
          </w:p>
        </w:tc>
        <w:tc>
          <w:tcPr>
            <w:tcW w:w="7904" w:type="dxa"/>
            <w:gridSpan w:val="3"/>
            <w:tcBorders>
              <w:bottom w:val="single" w:sz="4" w:space="0" w:color="auto"/>
            </w:tcBorders>
          </w:tcPr>
          <w:p w14:paraId="096F8B4F" w14:textId="77777777" w:rsidR="00E5390D" w:rsidRPr="00E5390D" w:rsidRDefault="00E5390D" w:rsidP="0036271E">
            <w:pPr>
              <w:overflowPunct/>
              <w:spacing w:after="2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E5390D" w:rsidRPr="00E5390D" w14:paraId="774748AE" w14:textId="77777777" w:rsidTr="008F3BC1">
        <w:trPr>
          <w:trHeight w:val="569"/>
        </w:trPr>
        <w:tc>
          <w:tcPr>
            <w:tcW w:w="1951" w:type="dxa"/>
          </w:tcPr>
          <w:p w14:paraId="0B2233DB" w14:textId="77777777" w:rsidR="00E5390D" w:rsidRDefault="00E5390D" w:rsidP="0036271E">
            <w:pPr>
              <w:overflowPunct/>
              <w:spacing w:after="2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  <w:p w14:paraId="2F7FCDCA" w14:textId="03983EEF" w:rsidR="00E5390D" w:rsidRPr="00E5390D" w:rsidRDefault="008F3BC1" w:rsidP="00495B75">
            <w:pPr>
              <w:overflowPunct/>
              <w:spacing w:after="2"/>
              <w:rPr>
                <w:rFonts w:asciiTheme="minorHAnsi" w:hAnsiTheme="minorHAnsi" w:cs="Calibri"/>
                <w:b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sz w:val="22"/>
                <w:szCs w:val="22"/>
              </w:rPr>
              <w:t>Telefono</w:t>
            </w:r>
            <w:bookmarkStart w:id="0" w:name="_GoBack"/>
            <w:bookmarkEnd w:id="0"/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5978AA03" w14:textId="77777777" w:rsidR="00E5390D" w:rsidRPr="00E5390D" w:rsidRDefault="00E5390D" w:rsidP="0036271E">
            <w:pPr>
              <w:overflowPunct/>
              <w:spacing w:after="2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303C7A6C" w14:textId="77777777" w:rsidR="008F3BC1" w:rsidRDefault="008F3BC1" w:rsidP="0036271E">
            <w:pPr>
              <w:overflowPunct/>
              <w:spacing w:after="2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  <w:p w14:paraId="051F19DF" w14:textId="1B315216" w:rsidR="00E5390D" w:rsidRPr="00E5390D" w:rsidRDefault="008F3BC1" w:rsidP="008F3BC1">
            <w:pPr>
              <w:overflowPunct/>
              <w:spacing w:after="2"/>
              <w:rPr>
                <w:rFonts w:asciiTheme="minorHAnsi" w:hAnsiTheme="minorHAnsi" w:cs="Calibr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pacing w:val="-1"/>
                <w:position w:val="-1"/>
                <w:sz w:val="22"/>
                <w:szCs w:val="22"/>
              </w:rPr>
              <w:t>Indirizzo mail</w:t>
            </w:r>
          </w:p>
        </w:tc>
        <w:tc>
          <w:tcPr>
            <w:tcW w:w="3935" w:type="dxa"/>
            <w:tcBorders>
              <w:top w:val="single" w:sz="4" w:space="0" w:color="auto"/>
              <w:bottom w:val="single" w:sz="4" w:space="0" w:color="auto"/>
            </w:tcBorders>
          </w:tcPr>
          <w:p w14:paraId="55068C75" w14:textId="11573428" w:rsidR="00E5390D" w:rsidRPr="00E5390D" w:rsidRDefault="00E5390D" w:rsidP="0036271E">
            <w:pPr>
              <w:overflowPunct/>
              <w:spacing w:after="2"/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</w:tbl>
    <w:p w14:paraId="2A39A7D5" w14:textId="77777777" w:rsidR="00CE7D98" w:rsidRDefault="00CE7D98" w:rsidP="005C090C">
      <w:pPr>
        <w:overflowPunct/>
        <w:rPr>
          <w:rFonts w:asciiTheme="minorHAnsi" w:hAnsiTheme="minorHAnsi"/>
          <w:b/>
          <w:spacing w:val="-1"/>
          <w:position w:val="-1"/>
          <w:sz w:val="22"/>
          <w:szCs w:val="22"/>
        </w:rPr>
      </w:pPr>
    </w:p>
    <w:p w14:paraId="2153CA96" w14:textId="77777777" w:rsidR="00495B75" w:rsidRPr="005964AB" w:rsidRDefault="00495B75" w:rsidP="005C090C">
      <w:pPr>
        <w:overflowPunct/>
        <w:rPr>
          <w:rFonts w:asciiTheme="minorHAnsi" w:hAnsiTheme="minorHAnsi"/>
          <w:b/>
          <w:spacing w:val="-1"/>
          <w:position w:val="-1"/>
          <w:sz w:val="22"/>
          <w:szCs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79"/>
      </w:tblGrid>
      <w:tr w:rsidR="00E5390D" w14:paraId="5E7DEE62" w14:textId="77777777" w:rsidTr="003D6DCF">
        <w:tc>
          <w:tcPr>
            <w:tcW w:w="9779" w:type="dxa"/>
          </w:tcPr>
          <w:p w14:paraId="367FC38E" w14:textId="747DBC3D" w:rsidR="00E5390D" w:rsidRPr="00E5390D" w:rsidRDefault="00E5390D" w:rsidP="00495B75">
            <w:pPr>
              <w:overflowPunct/>
              <w:jc w:val="center"/>
              <w:rPr>
                <w:rFonts w:asciiTheme="minorHAnsi" w:hAnsiTheme="minorHAnsi"/>
                <w:b/>
                <w:spacing w:val="-1"/>
                <w:position w:val="-1"/>
                <w:sz w:val="28"/>
                <w:szCs w:val="28"/>
              </w:rPr>
            </w:pPr>
            <w:r w:rsidRPr="00E5390D">
              <w:rPr>
                <w:rFonts w:asciiTheme="minorHAnsi" w:hAnsiTheme="minorHAnsi"/>
                <w:b/>
                <w:spacing w:val="-1"/>
                <w:position w:val="-1"/>
                <w:sz w:val="28"/>
                <w:szCs w:val="28"/>
              </w:rPr>
              <w:t>Si conferma la partecipazione alla manifestazione con</w:t>
            </w:r>
            <w:r w:rsidR="00495B75">
              <w:rPr>
                <w:rFonts w:asciiTheme="minorHAnsi" w:hAnsiTheme="minorHAnsi"/>
                <w:b/>
                <w:spacing w:val="-1"/>
                <w:position w:val="-1"/>
                <w:sz w:val="28"/>
                <w:szCs w:val="28"/>
              </w:rPr>
              <w:t>:</w:t>
            </w:r>
          </w:p>
        </w:tc>
      </w:tr>
    </w:tbl>
    <w:p w14:paraId="0585F418" w14:textId="77777777" w:rsidR="005C090C" w:rsidRDefault="005C090C" w:rsidP="005C090C">
      <w:pPr>
        <w:overflowPunct/>
        <w:rPr>
          <w:rFonts w:asciiTheme="minorHAnsi" w:hAnsiTheme="minorHAnsi"/>
          <w:b/>
          <w:position w:val="-1"/>
          <w:sz w:val="22"/>
          <w:szCs w:val="22"/>
        </w:rPr>
      </w:pPr>
    </w:p>
    <w:tbl>
      <w:tblPr>
        <w:tblStyle w:val="Grigliatabella"/>
        <w:tblW w:w="0" w:type="auto"/>
        <w:jc w:val="center"/>
        <w:tblInd w:w="2376" w:type="dxa"/>
        <w:tblLook w:val="04A0" w:firstRow="1" w:lastRow="0" w:firstColumn="1" w:lastColumn="0" w:noHBand="0" w:noVBand="1"/>
      </w:tblPr>
      <w:tblGrid>
        <w:gridCol w:w="3686"/>
        <w:gridCol w:w="1134"/>
      </w:tblGrid>
      <w:tr w:rsidR="008F3BC1" w14:paraId="76D49648" w14:textId="77777777" w:rsidTr="00EF4E1C">
        <w:trPr>
          <w:jc w:val="center"/>
        </w:trPr>
        <w:tc>
          <w:tcPr>
            <w:tcW w:w="4820" w:type="dxa"/>
            <w:gridSpan w:val="2"/>
          </w:tcPr>
          <w:p w14:paraId="6C4A3B5F" w14:textId="4AB0CB55" w:rsidR="008F3BC1" w:rsidRDefault="008F3BC1" w:rsidP="008F3BC1">
            <w:pPr>
              <w:overflowPunct/>
              <w:jc w:val="center"/>
              <w:rPr>
                <w:rFonts w:asciiTheme="minorHAnsi" w:hAnsiTheme="minorHAnsi"/>
                <w:b/>
                <w:position w:val="-1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position w:val="-1"/>
                <w:sz w:val="22"/>
                <w:szCs w:val="22"/>
              </w:rPr>
              <w:t>GARE INDIVIDUALI</w:t>
            </w:r>
          </w:p>
        </w:tc>
      </w:tr>
      <w:tr w:rsidR="008F3BC1" w14:paraId="77E1533C" w14:textId="77777777" w:rsidTr="008F3BC1">
        <w:trPr>
          <w:jc w:val="center"/>
        </w:trPr>
        <w:tc>
          <w:tcPr>
            <w:tcW w:w="3686" w:type="dxa"/>
          </w:tcPr>
          <w:p w14:paraId="025AEF7F" w14:textId="695C614D" w:rsidR="008F3BC1" w:rsidRDefault="008F3BC1" w:rsidP="008F3BC1">
            <w:pPr>
              <w:overflowPunct/>
              <w:jc w:val="center"/>
              <w:rPr>
                <w:rFonts w:asciiTheme="minorHAnsi" w:hAnsiTheme="minorHAnsi"/>
                <w:b/>
                <w:position w:val="-1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position w:val="-1"/>
                <w:sz w:val="22"/>
                <w:szCs w:val="22"/>
              </w:rPr>
              <w:t>Categoria</w:t>
            </w:r>
          </w:p>
        </w:tc>
        <w:tc>
          <w:tcPr>
            <w:tcW w:w="1134" w:type="dxa"/>
          </w:tcPr>
          <w:p w14:paraId="75A28BFD" w14:textId="180DB3C5" w:rsidR="008F3BC1" w:rsidRDefault="008F3BC1" w:rsidP="005C090C">
            <w:pPr>
              <w:overflowPunct/>
              <w:rPr>
                <w:rFonts w:asciiTheme="minorHAnsi" w:hAnsiTheme="minorHAnsi"/>
                <w:b/>
                <w:position w:val="-1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position w:val="-1"/>
                <w:sz w:val="22"/>
                <w:szCs w:val="22"/>
              </w:rPr>
              <w:t>n. alunni</w:t>
            </w:r>
          </w:p>
        </w:tc>
      </w:tr>
      <w:tr w:rsidR="008F3BC1" w14:paraId="127BD6A9" w14:textId="77777777" w:rsidTr="008F3BC1">
        <w:trPr>
          <w:trHeight w:val="407"/>
          <w:jc w:val="center"/>
        </w:trPr>
        <w:tc>
          <w:tcPr>
            <w:tcW w:w="3686" w:type="dxa"/>
          </w:tcPr>
          <w:p w14:paraId="42025243" w14:textId="77777777" w:rsidR="008F3BC1" w:rsidRDefault="008F3BC1" w:rsidP="008F3BC1">
            <w:pPr>
              <w:overflowPunct/>
              <w:jc w:val="center"/>
              <w:rPr>
                <w:rFonts w:asciiTheme="minorHAnsi" w:hAnsiTheme="minorHAnsi"/>
                <w:b/>
                <w:position w:val="-1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E1ABAC4" w14:textId="77777777" w:rsidR="008F3BC1" w:rsidRDefault="008F3BC1" w:rsidP="005C090C">
            <w:pPr>
              <w:overflowPunct/>
              <w:rPr>
                <w:rFonts w:asciiTheme="minorHAnsi" w:hAnsiTheme="minorHAnsi"/>
                <w:b/>
                <w:position w:val="-1"/>
                <w:sz w:val="22"/>
                <w:szCs w:val="22"/>
              </w:rPr>
            </w:pPr>
          </w:p>
        </w:tc>
      </w:tr>
      <w:tr w:rsidR="008F3BC1" w14:paraId="12B9336D" w14:textId="77777777" w:rsidTr="008F3BC1">
        <w:trPr>
          <w:trHeight w:val="426"/>
          <w:jc w:val="center"/>
        </w:trPr>
        <w:tc>
          <w:tcPr>
            <w:tcW w:w="3686" w:type="dxa"/>
          </w:tcPr>
          <w:p w14:paraId="230B2E07" w14:textId="77777777" w:rsidR="008F3BC1" w:rsidRDefault="008F3BC1" w:rsidP="008F3BC1">
            <w:pPr>
              <w:overflowPunct/>
              <w:jc w:val="center"/>
              <w:rPr>
                <w:rFonts w:asciiTheme="minorHAnsi" w:hAnsiTheme="minorHAnsi"/>
                <w:b/>
                <w:position w:val="-1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EF18646" w14:textId="77777777" w:rsidR="008F3BC1" w:rsidRDefault="008F3BC1" w:rsidP="005C090C">
            <w:pPr>
              <w:overflowPunct/>
              <w:rPr>
                <w:rFonts w:asciiTheme="minorHAnsi" w:hAnsiTheme="minorHAnsi"/>
                <w:b/>
                <w:position w:val="-1"/>
                <w:sz w:val="22"/>
                <w:szCs w:val="22"/>
              </w:rPr>
            </w:pPr>
          </w:p>
        </w:tc>
      </w:tr>
      <w:tr w:rsidR="008F3BC1" w14:paraId="691C579E" w14:textId="77777777" w:rsidTr="008F3BC1">
        <w:trPr>
          <w:trHeight w:val="404"/>
          <w:jc w:val="center"/>
        </w:trPr>
        <w:tc>
          <w:tcPr>
            <w:tcW w:w="3686" w:type="dxa"/>
          </w:tcPr>
          <w:p w14:paraId="31AEA4BE" w14:textId="77777777" w:rsidR="008F3BC1" w:rsidRDefault="008F3BC1" w:rsidP="008F3BC1">
            <w:pPr>
              <w:overflowPunct/>
              <w:jc w:val="center"/>
              <w:rPr>
                <w:rFonts w:asciiTheme="minorHAnsi" w:hAnsiTheme="minorHAnsi"/>
                <w:b/>
                <w:position w:val="-1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3F2EA89" w14:textId="77777777" w:rsidR="008F3BC1" w:rsidRDefault="008F3BC1" w:rsidP="005C090C">
            <w:pPr>
              <w:overflowPunct/>
              <w:rPr>
                <w:rFonts w:asciiTheme="minorHAnsi" w:hAnsiTheme="minorHAnsi"/>
                <w:b/>
                <w:position w:val="-1"/>
                <w:sz w:val="22"/>
                <w:szCs w:val="22"/>
              </w:rPr>
            </w:pPr>
          </w:p>
        </w:tc>
      </w:tr>
      <w:tr w:rsidR="008F3BC1" w14:paraId="042F554A" w14:textId="77777777" w:rsidTr="008F3BC1">
        <w:trPr>
          <w:trHeight w:val="425"/>
          <w:jc w:val="center"/>
        </w:trPr>
        <w:tc>
          <w:tcPr>
            <w:tcW w:w="3686" w:type="dxa"/>
          </w:tcPr>
          <w:p w14:paraId="6B6EED47" w14:textId="77777777" w:rsidR="008F3BC1" w:rsidRDefault="008F3BC1" w:rsidP="008F3BC1">
            <w:pPr>
              <w:overflowPunct/>
              <w:jc w:val="center"/>
              <w:rPr>
                <w:rFonts w:asciiTheme="minorHAnsi" w:hAnsiTheme="minorHAnsi"/>
                <w:b/>
                <w:position w:val="-1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991A9E4" w14:textId="77777777" w:rsidR="008F3BC1" w:rsidRDefault="008F3BC1" w:rsidP="005C090C">
            <w:pPr>
              <w:overflowPunct/>
              <w:rPr>
                <w:rFonts w:asciiTheme="minorHAnsi" w:hAnsiTheme="minorHAnsi"/>
                <w:b/>
                <w:position w:val="-1"/>
                <w:sz w:val="22"/>
                <w:szCs w:val="22"/>
              </w:rPr>
            </w:pPr>
          </w:p>
        </w:tc>
      </w:tr>
    </w:tbl>
    <w:p w14:paraId="462B4EB2" w14:textId="060120B4" w:rsidR="008F3BC1" w:rsidRDefault="008F3BC1" w:rsidP="005C090C">
      <w:pPr>
        <w:overflowPunct/>
        <w:rPr>
          <w:rFonts w:asciiTheme="minorHAnsi" w:hAnsiTheme="minorHAnsi"/>
          <w:b/>
          <w:position w:val="-1"/>
          <w:sz w:val="22"/>
          <w:szCs w:val="22"/>
        </w:rPr>
      </w:pPr>
    </w:p>
    <w:p w14:paraId="2F4505ED" w14:textId="77777777" w:rsidR="008F3BC1" w:rsidRDefault="008F3BC1" w:rsidP="005C090C">
      <w:pPr>
        <w:overflowPunct/>
        <w:rPr>
          <w:rFonts w:asciiTheme="minorHAnsi" w:hAnsiTheme="minorHAnsi"/>
          <w:b/>
          <w:position w:val="-1"/>
          <w:sz w:val="22"/>
          <w:szCs w:val="22"/>
        </w:rPr>
      </w:pPr>
    </w:p>
    <w:tbl>
      <w:tblPr>
        <w:tblStyle w:val="Grigliatabella"/>
        <w:tblW w:w="0" w:type="auto"/>
        <w:jc w:val="center"/>
        <w:tblInd w:w="2376" w:type="dxa"/>
        <w:tblLook w:val="04A0" w:firstRow="1" w:lastRow="0" w:firstColumn="1" w:lastColumn="0" w:noHBand="0" w:noVBand="1"/>
      </w:tblPr>
      <w:tblGrid>
        <w:gridCol w:w="4820"/>
      </w:tblGrid>
      <w:tr w:rsidR="008F3BC1" w14:paraId="4F863449" w14:textId="77777777" w:rsidTr="00EA0D88">
        <w:trPr>
          <w:jc w:val="center"/>
        </w:trPr>
        <w:tc>
          <w:tcPr>
            <w:tcW w:w="4820" w:type="dxa"/>
          </w:tcPr>
          <w:p w14:paraId="35606EC4" w14:textId="4640ED5C" w:rsidR="008F3BC1" w:rsidRDefault="008F3BC1" w:rsidP="00EA0D88">
            <w:pPr>
              <w:overflowPunct/>
              <w:jc w:val="center"/>
              <w:rPr>
                <w:rFonts w:asciiTheme="minorHAnsi" w:hAnsiTheme="minorHAnsi"/>
                <w:b/>
                <w:position w:val="-1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position w:val="-1"/>
                <w:sz w:val="22"/>
                <w:szCs w:val="22"/>
              </w:rPr>
              <w:t>STAFFETTA (2 maschi + 2 femmine)</w:t>
            </w:r>
          </w:p>
        </w:tc>
      </w:tr>
      <w:tr w:rsidR="008F3BC1" w14:paraId="697BAD02" w14:textId="77777777" w:rsidTr="002714AA">
        <w:trPr>
          <w:jc w:val="center"/>
        </w:trPr>
        <w:tc>
          <w:tcPr>
            <w:tcW w:w="4820" w:type="dxa"/>
          </w:tcPr>
          <w:p w14:paraId="4E608FDB" w14:textId="7C89618C" w:rsidR="008F3BC1" w:rsidRDefault="008F3BC1" w:rsidP="008F3BC1">
            <w:pPr>
              <w:overflowPunct/>
              <w:jc w:val="center"/>
              <w:rPr>
                <w:rFonts w:asciiTheme="minorHAnsi" w:hAnsiTheme="minorHAnsi"/>
                <w:b/>
                <w:position w:val="-1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position w:val="-1"/>
                <w:sz w:val="22"/>
                <w:szCs w:val="22"/>
              </w:rPr>
              <w:t>Categoria</w:t>
            </w:r>
          </w:p>
        </w:tc>
      </w:tr>
      <w:tr w:rsidR="008F3BC1" w14:paraId="55A813BD" w14:textId="77777777" w:rsidTr="008F3BC1">
        <w:trPr>
          <w:trHeight w:val="433"/>
          <w:jc w:val="center"/>
        </w:trPr>
        <w:tc>
          <w:tcPr>
            <w:tcW w:w="4820" w:type="dxa"/>
          </w:tcPr>
          <w:p w14:paraId="2886C7B4" w14:textId="77777777" w:rsidR="008F3BC1" w:rsidRDefault="008F3BC1" w:rsidP="008F3BC1">
            <w:pPr>
              <w:overflowPunct/>
              <w:jc w:val="center"/>
              <w:rPr>
                <w:rFonts w:asciiTheme="minorHAnsi" w:hAnsiTheme="minorHAnsi"/>
                <w:b/>
                <w:position w:val="-1"/>
                <w:sz w:val="22"/>
                <w:szCs w:val="22"/>
              </w:rPr>
            </w:pPr>
          </w:p>
        </w:tc>
      </w:tr>
      <w:tr w:rsidR="008F3BC1" w14:paraId="11E07DA7" w14:textId="77777777" w:rsidTr="008F3BC1">
        <w:trPr>
          <w:trHeight w:val="433"/>
          <w:jc w:val="center"/>
        </w:trPr>
        <w:tc>
          <w:tcPr>
            <w:tcW w:w="4820" w:type="dxa"/>
          </w:tcPr>
          <w:p w14:paraId="5B4C1C24" w14:textId="77777777" w:rsidR="008F3BC1" w:rsidRDefault="008F3BC1" w:rsidP="008F3BC1">
            <w:pPr>
              <w:overflowPunct/>
              <w:jc w:val="center"/>
              <w:rPr>
                <w:rFonts w:asciiTheme="minorHAnsi" w:hAnsiTheme="minorHAnsi"/>
                <w:b/>
                <w:position w:val="-1"/>
                <w:sz w:val="22"/>
                <w:szCs w:val="22"/>
              </w:rPr>
            </w:pPr>
          </w:p>
        </w:tc>
      </w:tr>
      <w:tr w:rsidR="008F3BC1" w14:paraId="5F4E3CF4" w14:textId="77777777" w:rsidTr="008F3BC1">
        <w:trPr>
          <w:trHeight w:val="433"/>
          <w:jc w:val="center"/>
        </w:trPr>
        <w:tc>
          <w:tcPr>
            <w:tcW w:w="4820" w:type="dxa"/>
          </w:tcPr>
          <w:p w14:paraId="1B10670E" w14:textId="77777777" w:rsidR="008F3BC1" w:rsidRDefault="008F3BC1" w:rsidP="008F3BC1">
            <w:pPr>
              <w:overflowPunct/>
              <w:jc w:val="center"/>
              <w:rPr>
                <w:rFonts w:asciiTheme="minorHAnsi" w:hAnsiTheme="minorHAnsi"/>
                <w:b/>
                <w:position w:val="-1"/>
                <w:sz w:val="22"/>
                <w:szCs w:val="22"/>
              </w:rPr>
            </w:pPr>
          </w:p>
        </w:tc>
      </w:tr>
      <w:tr w:rsidR="008F3BC1" w14:paraId="47436003" w14:textId="77777777" w:rsidTr="008F3BC1">
        <w:trPr>
          <w:trHeight w:val="433"/>
          <w:jc w:val="center"/>
        </w:trPr>
        <w:tc>
          <w:tcPr>
            <w:tcW w:w="4820" w:type="dxa"/>
          </w:tcPr>
          <w:p w14:paraId="31814511" w14:textId="77777777" w:rsidR="008F3BC1" w:rsidRDefault="008F3BC1" w:rsidP="008F3BC1">
            <w:pPr>
              <w:overflowPunct/>
              <w:jc w:val="center"/>
              <w:rPr>
                <w:rFonts w:asciiTheme="minorHAnsi" w:hAnsiTheme="minorHAnsi"/>
                <w:b/>
                <w:position w:val="-1"/>
                <w:sz w:val="22"/>
                <w:szCs w:val="22"/>
              </w:rPr>
            </w:pPr>
          </w:p>
        </w:tc>
      </w:tr>
    </w:tbl>
    <w:p w14:paraId="18CBEF65" w14:textId="77777777" w:rsidR="008F3BC1" w:rsidRDefault="008F3BC1" w:rsidP="005C090C">
      <w:pPr>
        <w:overflowPunct/>
        <w:rPr>
          <w:rFonts w:asciiTheme="minorHAnsi" w:hAnsiTheme="minorHAnsi"/>
          <w:b/>
          <w:position w:val="-1"/>
          <w:sz w:val="22"/>
          <w:szCs w:val="22"/>
        </w:rPr>
      </w:pPr>
    </w:p>
    <w:p w14:paraId="1342523E" w14:textId="77777777" w:rsidR="00200120" w:rsidRDefault="00200120" w:rsidP="00E6644E">
      <w:pPr>
        <w:overflowPunct/>
        <w:rPr>
          <w:rFonts w:asciiTheme="minorHAnsi" w:hAnsiTheme="minorHAnsi"/>
          <w:position w:val="-1"/>
          <w:sz w:val="22"/>
          <w:szCs w:val="22"/>
        </w:rPr>
      </w:pPr>
    </w:p>
    <w:p w14:paraId="3F6D5D1E" w14:textId="6253B587" w:rsidR="00F97F4F" w:rsidRDefault="005C090C" w:rsidP="008F3BC1">
      <w:pPr>
        <w:overflowPunct/>
        <w:rPr>
          <w:rFonts w:asciiTheme="minorHAnsi" w:hAnsiTheme="minorHAnsi"/>
          <w:b/>
          <w:bCs/>
          <w:color w:val="000000"/>
          <w:sz w:val="28"/>
          <w:szCs w:val="28"/>
        </w:rPr>
      </w:pPr>
      <w:r w:rsidRPr="005964AB">
        <w:rPr>
          <w:rFonts w:asciiTheme="minorHAnsi" w:hAnsiTheme="minorHAnsi"/>
          <w:position w:val="-1"/>
          <w:sz w:val="22"/>
          <w:szCs w:val="22"/>
        </w:rPr>
        <w:t xml:space="preserve">Data </w:t>
      </w:r>
      <w:r w:rsidRPr="005964AB">
        <w:rPr>
          <w:rFonts w:asciiTheme="minorHAnsi" w:hAnsiTheme="minorHAnsi"/>
          <w:position w:val="-1"/>
          <w:sz w:val="22"/>
          <w:szCs w:val="22"/>
        </w:rPr>
        <w:tab/>
      </w:r>
      <w:r w:rsidRPr="005964AB">
        <w:rPr>
          <w:rFonts w:asciiTheme="minorHAnsi" w:hAnsiTheme="minorHAnsi"/>
          <w:position w:val="-1"/>
          <w:sz w:val="22"/>
          <w:szCs w:val="22"/>
        </w:rPr>
        <w:tab/>
      </w:r>
      <w:r w:rsidRPr="005964AB">
        <w:rPr>
          <w:rFonts w:asciiTheme="minorHAnsi" w:hAnsiTheme="minorHAnsi"/>
          <w:position w:val="-1"/>
          <w:sz w:val="22"/>
          <w:szCs w:val="22"/>
        </w:rPr>
        <w:tab/>
        <w:t xml:space="preserve">                                           </w:t>
      </w:r>
      <w:r w:rsidR="00E6644E" w:rsidRPr="005964AB">
        <w:rPr>
          <w:rFonts w:asciiTheme="minorHAnsi" w:hAnsiTheme="minorHAnsi"/>
          <w:position w:val="-1"/>
          <w:sz w:val="22"/>
          <w:szCs w:val="22"/>
        </w:rPr>
        <w:tab/>
      </w:r>
      <w:r w:rsidR="00E6644E" w:rsidRPr="005964AB">
        <w:rPr>
          <w:rFonts w:asciiTheme="minorHAnsi" w:hAnsiTheme="minorHAnsi"/>
          <w:position w:val="-1"/>
          <w:sz w:val="22"/>
          <w:szCs w:val="22"/>
        </w:rPr>
        <w:tab/>
      </w:r>
      <w:r w:rsidRPr="005964AB">
        <w:rPr>
          <w:rFonts w:asciiTheme="minorHAnsi" w:hAnsiTheme="minorHAnsi"/>
          <w:position w:val="-1"/>
          <w:sz w:val="22"/>
          <w:szCs w:val="22"/>
        </w:rPr>
        <w:t>Timbro e firma del Dirigente Scolastico</w:t>
      </w:r>
    </w:p>
    <w:sectPr w:rsidR="00F97F4F" w:rsidSect="000829A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1418" w:right="1134" w:bottom="1134" w:left="1134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859E3A" w14:textId="77777777" w:rsidR="00445255" w:rsidRDefault="00445255">
      <w:r>
        <w:separator/>
      </w:r>
    </w:p>
  </w:endnote>
  <w:endnote w:type="continuationSeparator" w:id="0">
    <w:p w14:paraId="65A36597" w14:textId="77777777" w:rsidR="00445255" w:rsidRDefault="00445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815CB8" w14:textId="77777777" w:rsidR="006B0001" w:rsidRDefault="006B000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F61FC1" w14:textId="41A8FCE9" w:rsidR="003C56C9" w:rsidRDefault="00565C77" w:rsidP="001446D9">
    <w:pPr>
      <w:pStyle w:val="Pidipagina"/>
      <w:jc w:val="center"/>
      <w:rPr>
        <w:rFonts w:asciiTheme="minorHAnsi" w:hAnsiTheme="minorHAnsi"/>
        <w:sz w:val="16"/>
        <w:szCs w:val="16"/>
      </w:rPr>
    </w:pPr>
    <w:r w:rsidRPr="004D02CE">
      <w:rPr>
        <w:rFonts w:asciiTheme="minorHAnsi" w:hAnsiTheme="minorHAnsi"/>
        <w:sz w:val="16"/>
        <w:szCs w:val="16"/>
      </w:rPr>
      <w:t>2019</w:t>
    </w:r>
    <w:r w:rsidR="00200120">
      <w:rPr>
        <w:rFonts w:asciiTheme="minorHAnsi" w:hAnsiTheme="minorHAnsi"/>
        <w:sz w:val="16"/>
        <w:szCs w:val="16"/>
      </w:rPr>
      <w:t>04011547</w:t>
    </w:r>
    <w:r w:rsidRPr="004D02CE">
      <w:rPr>
        <w:rFonts w:asciiTheme="minorHAnsi" w:hAnsiTheme="minorHAnsi"/>
        <w:sz w:val="16"/>
        <w:szCs w:val="16"/>
      </w:rPr>
      <w:t>_</w:t>
    </w:r>
    <w:r>
      <w:rPr>
        <w:rFonts w:asciiTheme="minorHAnsi" w:hAnsiTheme="minorHAnsi"/>
        <w:sz w:val="16"/>
        <w:szCs w:val="16"/>
      </w:rPr>
      <w:t>MODELLO</w:t>
    </w:r>
    <w:r w:rsidR="006B0001">
      <w:rPr>
        <w:rFonts w:asciiTheme="minorHAnsi" w:hAnsiTheme="minorHAnsi"/>
        <w:sz w:val="16"/>
        <w:szCs w:val="16"/>
      </w:rPr>
      <w:t>_Campionati Studenteschi_</w:t>
    </w:r>
    <w:r w:rsidR="00200120">
      <w:rPr>
        <w:rFonts w:asciiTheme="minorHAnsi" w:hAnsiTheme="minorHAnsi"/>
        <w:sz w:val="16"/>
        <w:szCs w:val="16"/>
      </w:rPr>
      <w:t>DUATHLON_2</w:t>
    </w:r>
    <w:r w:rsidRPr="004D02CE">
      <w:rPr>
        <w:rFonts w:asciiTheme="minorHAnsi" w:hAnsiTheme="minorHAnsi"/>
        <w:sz w:val="16"/>
        <w:szCs w:val="16"/>
      </w:rPr>
      <w:t>_Maggio_2019</w:t>
    </w:r>
    <w:r w:rsidR="003C56C9" w:rsidRPr="003C56C9">
      <w:rPr>
        <w:rFonts w:asciiTheme="minorHAnsi" w:hAnsiTheme="minorHAnsi"/>
        <w:sz w:val="16"/>
        <w:szCs w:val="16"/>
      </w:rPr>
      <w:t xml:space="preserve"> </w:t>
    </w:r>
  </w:p>
  <w:p w14:paraId="0585F42D" w14:textId="182D2427" w:rsidR="00A60569" w:rsidRPr="00F5225F" w:rsidRDefault="00A60569" w:rsidP="001446D9">
    <w:pPr>
      <w:pStyle w:val="Pidipagina"/>
      <w:jc w:val="center"/>
      <w:rPr>
        <w:rFonts w:asciiTheme="minorHAnsi" w:hAnsiTheme="minorHAnsi" w:cs="Arial"/>
        <w:sz w:val="16"/>
        <w:szCs w:val="16"/>
      </w:rPr>
    </w:pPr>
    <w:r w:rsidRPr="00F5225F">
      <w:rPr>
        <w:rFonts w:asciiTheme="minorHAnsi" w:hAnsiTheme="minorHAnsi" w:cs="Arial"/>
        <w:sz w:val="16"/>
        <w:szCs w:val="16"/>
      </w:rPr>
      <w:t xml:space="preserve">Via XXV Aprile, 19  - </w:t>
    </w:r>
    <w:r w:rsidRPr="00F5225F">
      <w:rPr>
        <w:rFonts w:asciiTheme="minorHAnsi" w:hAnsiTheme="minorHAnsi" w:cs="Arial"/>
        <w:smallCaps/>
        <w:sz w:val="16"/>
        <w:szCs w:val="16"/>
      </w:rPr>
      <w:t>Ancona</w:t>
    </w:r>
    <w:r w:rsidRPr="00F5225F">
      <w:rPr>
        <w:rFonts w:asciiTheme="minorHAnsi" w:hAnsiTheme="minorHAnsi" w:cs="Arial"/>
        <w:sz w:val="16"/>
        <w:szCs w:val="16"/>
      </w:rPr>
      <w:t xml:space="preserve"> - tel. 071 22 951 –  indirizzo posta elettronica certificata </w:t>
    </w:r>
    <w:hyperlink r:id="rId1" w:history="1">
      <w:r w:rsidRPr="00F5225F">
        <w:rPr>
          <w:rStyle w:val="Collegamentoipertestuale"/>
          <w:rFonts w:asciiTheme="minorHAnsi" w:hAnsiTheme="minorHAnsi" w:cs="Arial"/>
          <w:sz w:val="16"/>
          <w:szCs w:val="16"/>
        </w:rPr>
        <w:t>drma@postacert.istruzione.it</w:t>
      </w:r>
    </w:hyperlink>
  </w:p>
  <w:p w14:paraId="0585F42E" w14:textId="77777777" w:rsidR="00A60569" w:rsidRPr="00F5225F" w:rsidRDefault="00A60569" w:rsidP="001446D9">
    <w:pPr>
      <w:pStyle w:val="Pidipagina"/>
      <w:jc w:val="center"/>
      <w:rPr>
        <w:rFonts w:asciiTheme="minorHAnsi" w:hAnsiTheme="minorHAnsi" w:cs="Arial"/>
        <w:sz w:val="16"/>
        <w:szCs w:val="16"/>
      </w:rPr>
    </w:pPr>
    <w:r w:rsidRPr="00F5225F">
      <w:rPr>
        <w:rFonts w:asciiTheme="minorHAnsi" w:hAnsiTheme="minorHAnsi" w:cs="Arial"/>
        <w:sz w:val="16"/>
        <w:szCs w:val="16"/>
      </w:rPr>
      <w:t xml:space="preserve">indirizzo posta elettronica ordinaria </w:t>
    </w:r>
    <w:hyperlink r:id="rId2" w:history="1">
      <w:r w:rsidRPr="00F5225F">
        <w:rPr>
          <w:rStyle w:val="Collegamentoipertestuale"/>
          <w:rFonts w:asciiTheme="minorHAnsi" w:hAnsiTheme="minorHAnsi" w:cs="Arial"/>
          <w:sz w:val="16"/>
          <w:szCs w:val="16"/>
        </w:rPr>
        <w:t>direzione-marche@istruzione.it</w:t>
      </w:r>
    </w:hyperlink>
    <w:r w:rsidRPr="00F5225F">
      <w:rPr>
        <w:rFonts w:asciiTheme="minorHAnsi" w:hAnsiTheme="minorHAnsi" w:cs="Arial"/>
        <w:sz w:val="16"/>
        <w:szCs w:val="16"/>
      </w:rPr>
      <w:t xml:space="preserve"> – sito WEB </w:t>
    </w:r>
    <w:hyperlink r:id="rId3" w:history="1">
      <w:r w:rsidRPr="00F5225F">
        <w:rPr>
          <w:rStyle w:val="Collegamentoipertestuale"/>
          <w:rFonts w:asciiTheme="minorHAnsi" w:hAnsiTheme="minorHAnsi" w:cs="Arial"/>
          <w:sz w:val="16"/>
          <w:szCs w:val="16"/>
        </w:rPr>
        <w:t>http://www.marche.istruzione.it</w:t>
      </w:r>
    </w:hyperlink>
  </w:p>
  <w:p w14:paraId="0585F42F" w14:textId="77777777" w:rsidR="00A60569" w:rsidRPr="00136AAF" w:rsidRDefault="00A60569" w:rsidP="00136AAF">
    <w:pPr>
      <w:pStyle w:val="Pidipagina"/>
      <w:rPr>
        <w:szCs w:val="15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4395A0" w14:textId="77777777" w:rsidR="006B0001" w:rsidRDefault="006B000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948619" w14:textId="77777777" w:rsidR="00445255" w:rsidRDefault="00445255">
      <w:r>
        <w:separator/>
      </w:r>
    </w:p>
  </w:footnote>
  <w:footnote w:type="continuationSeparator" w:id="0">
    <w:p w14:paraId="4F4084A2" w14:textId="77777777" w:rsidR="00445255" w:rsidRDefault="004452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FF81A8" w14:textId="77777777" w:rsidR="006B0001" w:rsidRDefault="006B0001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85F425" w14:textId="77777777" w:rsidR="00A60569" w:rsidRDefault="00A60569" w:rsidP="001328E3">
    <w:pPr>
      <w:pStyle w:val="Intestazione"/>
      <w:spacing w:after="60"/>
      <w:jc w:val="center"/>
      <w:rPr>
        <w:rFonts w:ascii="Palace Script MT" w:hAnsi="Palace Script MT"/>
        <w:w w:val="66"/>
        <w:sz w:val="40"/>
        <w:szCs w:val="40"/>
      </w:rPr>
    </w:pPr>
  </w:p>
  <w:p w14:paraId="0585F426" w14:textId="77777777" w:rsidR="00A60569" w:rsidRPr="006E4A3F" w:rsidRDefault="00A60569" w:rsidP="001328E3">
    <w:pPr>
      <w:pStyle w:val="Intestazione"/>
      <w:spacing w:after="60"/>
      <w:jc w:val="center"/>
      <w:rPr>
        <w:rFonts w:ascii="Palace Script MT" w:hAnsi="Palace Script MT"/>
        <w:w w:val="66"/>
        <w:sz w:val="16"/>
        <w:szCs w:val="16"/>
      </w:rPr>
    </w:pPr>
  </w:p>
  <w:p w14:paraId="0585F427" w14:textId="77777777" w:rsidR="00A60569" w:rsidRDefault="00A60569" w:rsidP="001328E3">
    <w:pPr>
      <w:pStyle w:val="Intestazione"/>
      <w:spacing w:after="60"/>
      <w:jc w:val="center"/>
      <w:rPr>
        <w:rFonts w:ascii="Palace Script MT" w:hAnsi="Palace Script MT"/>
        <w:sz w:val="48"/>
      </w:rPr>
    </w:pPr>
    <w:r>
      <w:rPr>
        <w:rFonts w:ascii="Palace Script MT" w:hAnsi="Palace Script MT"/>
        <w:noProof/>
        <w:w w:val="66"/>
        <w:sz w:val="40"/>
        <w:szCs w:val="40"/>
      </w:rPr>
      <w:drawing>
        <wp:inline distT="0" distB="0" distL="0" distR="0" wp14:anchorId="0585F430" wp14:editId="0585F431">
          <wp:extent cx="434340" cy="434340"/>
          <wp:effectExtent l="0" t="0" r="3810" b="3810"/>
          <wp:docPr id="1" name="Immagine 1" descr="CAXIF9IICASDBAOPCABA7YARCA505WC0CA37PN29CA33BGYSCA3KF7JVCAQVCIBACA3UXELPCAFMK3XTCA6GF4NZCAPC6KXJCAYBKO6FCA0HG9IBCA4GTKJ4CAL6RV8OCALZ6WJJCAS56U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XIF9IICASDBAOPCABA7YARCA505WC0CA37PN29CA33BGYSCA3KF7JVCAQVCIBACA3UXELPCAFMK3XTCA6GF4NZCAPC6KXJCAYBKO6FCA0HG9IBCA4GTKJ4CAL6RV8OCALZ6WJJCAS56U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85F428" w14:textId="77777777" w:rsidR="00A60569" w:rsidRPr="001446D9" w:rsidRDefault="00A60569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Ministero dell’Istruzione, dell’Università e della Ricerca</w:t>
    </w:r>
  </w:p>
  <w:p w14:paraId="0585F429" w14:textId="77777777" w:rsidR="00A60569" w:rsidRPr="001446D9" w:rsidRDefault="00A60569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Ufficio Scolastico Regionale per le Marche</w:t>
    </w:r>
  </w:p>
  <w:p w14:paraId="0585F42A" w14:textId="77777777" w:rsidR="00A60569" w:rsidRPr="00717618" w:rsidRDefault="00A60569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717618">
      <w:rPr>
        <w:rFonts w:ascii="Monotype Corsiva" w:hAnsi="Monotype Corsiva" w:cs="Tahoma"/>
        <w:i/>
        <w:sz w:val="32"/>
        <w:szCs w:val="32"/>
      </w:rPr>
      <w:t>Direzione Generale</w:t>
    </w:r>
  </w:p>
  <w:p w14:paraId="0585F42B" w14:textId="77777777" w:rsidR="00A60569" w:rsidRDefault="00A60569" w:rsidP="008B4793">
    <w:pPr>
      <w:jc w:val="center"/>
      <w:rPr>
        <w:rFonts w:ascii="Century" w:hAnsi="Century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470D47" w14:textId="77777777" w:rsidR="006B0001" w:rsidRDefault="006B000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4B2670E"/>
    <w:lvl w:ilvl="0">
      <w:numFmt w:val="bullet"/>
      <w:lvlText w:val="*"/>
      <w:lvlJc w:val="left"/>
    </w:lvl>
  </w:abstractNum>
  <w:abstractNum w:abstractNumId="1">
    <w:nsid w:val="003F31D6"/>
    <w:multiLevelType w:val="hybridMultilevel"/>
    <w:tmpl w:val="3014E57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387697"/>
    <w:multiLevelType w:val="hybridMultilevel"/>
    <w:tmpl w:val="E1F8733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3371D9"/>
    <w:multiLevelType w:val="hybridMultilevel"/>
    <w:tmpl w:val="C046DC22"/>
    <w:lvl w:ilvl="0" w:tplc="C6C40A7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CE6200"/>
    <w:multiLevelType w:val="hybridMultilevel"/>
    <w:tmpl w:val="2DC2DBA2"/>
    <w:lvl w:ilvl="0" w:tplc="2CF64F0E"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0A8A1317"/>
    <w:multiLevelType w:val="hybridMultilevel"/>
    <w:tmpl w:val="B478D500"/>
    <w:lvl w:ilvl="0" w:tplc="C8D426AA">
      <w:numFmt w:val="bullet"/>
      <w:lvlText w:val="-"/>
      <w:lvlJc w:val="left"/>
      <w:pPr>
        <w:ind w:left="1069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10245B22"/>
    <w:multiLevelType w:val="hybridMultilevel"/>
    <w:tmpl w:val="C690FBE6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12812327"/>
    <w:multiLevelType w:val="hybridMultilevel"/>
    <w:tmpl w:val="B328A0FA"/>
    <w:lvl w:ilvl="0" w:tplc="A856861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887103"/>
    <w:multiLevelType w:val="hybridMultilevel"/>
    <w:tmpl w:val="C1A42A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BA4C01"/>
    <w:multiLevelType w:val="hybridMultilevel"/>
    <w:tmpl w:val="F9BE769A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318A2BEC"/>
    <w:multiLevelType w:val="hybridMultilevel"/>
    <w:tmpl w:val="1A60295A"/>
    <w:lvl w:ilvl="0" w:tplc="9AE0FEF8">
      <w:start w:val="1"/>
      <w:numFmt w:val="decimal"/>
      <w:lvlText w:val="%1."/>
      <w:lvlJc w:val="left"/>
      <w:pPr>
        <w:ind w:left="1494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37D535E8"/>
    <w:multiLevelType w:val="hybridMultilevel"/>
    <w:tmpl w:val="0CCEB3F6"/>
    <w:lvl w:ilvl="0" w:tplc="90BA92A4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EA0434D"/>
    <w:multiLevelType w:val="hybridMultilevel"/>
    <w:tmpl w:val="850208E8"/>
    <w:lvl w:ilvl="0" w:tplc="A8703C4C">
      <w:numFmt w:val="bullet"/>
      <w:lvlText w:val="-"/>
      <w:lvlJc w:val="left"/>
      <w:pPr>
        <w:ind w:left="1068" w:hanging="360"/>
      </w:pPr>
      <w:rPr>
        <w:rFonts w:ascii="Calibri" w:eastAsia="Times New Roman" w:hAnsi="Calibri" w:cs="Tahoma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50D074A8"/>
    <w:multiLevelType w:val="hybridMultilevel"/>
    <w:tmpl w:val="5D48F800"/>
    <w:lvl w:ilvl="0" w:tplc="0EF4EBEC">
      <w:numFmt w:val="bullet"/>
      <w:lvlText w:val="-"/>
      <w:lvlJc w:val="left"/>
      <w:pPr>
        <w:ind w:left="1143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14">
    <w:nsid w:val="517259E9"/>
    <w:multiLevelType w:val="hybridMultilevel"/>
    <w:tmpl w:val="6E44955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BB3F83"/>
    <w:multiLevelType w:val="hybridMultilevel"/>
    <w:tmpl w:val="748A5776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610014AE"/>
    <w:multiLevelType w:val="hybridMultilevel"/>
    <w:tmpl w:val="3D1E22D2"/>
    <w:lvl w:ilvl="0" w:tplc="CAC459CC">
      <w:numFmt w:val="bullet"/>
      <w:lvlText w:val="-"/>
      <w:lvlJc w:val="left"/>
      <w:pPr>
        <w:ind w:left="1069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7BC87AC2"/>
    <w:multiLevelType w:val="hybridMultilevel"/>
    <w:tmpl w:val="130CFA68"/>
    <w:lvl w:ilvl="0" w:tplc="20FA71F4">
      <w:numFmt w:val="bullet"/>
      <w:lvlText w:val="-"/>
      <w:lvlJc w:val="left"/>
      <w:pPr>
        <w:ind w:left="927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6"/>
  </w:num>
  <w:num w:numId="4">
    <w:abstractNumId w:val="9"/>
  </w:num>
  <w:num w:numId="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6">
    <w:abstractNumId w:val="17"/>
  </w:num>
  <w:num w:numId="7">
    <w:abstractNumId w:val="13"/>
  </w:num>
  <w:num w:numId="8">
    <w:abstractNumId w:val="16"/>
  </w:num>
  <w:num w:numId="9">
    <w:abstractNumId w:val="5"/>
  </w:num>
  <w:num w:numId="10">
    <w:abstractNumId w:val="10"/>
  </w:num>
  <w:num w:numId="11">
    <w:abstractNumId w:val="1"/>
  </w:num>
  <w:num w:numId="12">
    <w:abstractNumId w:val="2"/>
  </w:num>
  <w:num w:numId="13">
    <w:abstractNumId w:val="15"/>
  </w:num>
  <w:num w:numId="14">
    <w:abstractNumId w:val="11"/>
  </w:num>
  <w:num w:numId="15">
    <w:abstractNumId w:val="4"/>
  </w:num>
  <w:num w:numId="16">
    <w:abstractNumId w:val="14"/>
  </w:num>
  <w:num w:numId="17">
    <w:abstractNumId w:val="7"/>
  </w:num>
  <w:num w:numId="18">
    <w:abstractNumId w:val="3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3B4"/>
    <w:rsid w:val="00005F00"/>
    <w:rsid w:val="00034F0A"/>
    <w:rsid w:val="00046F41"/>
    <w:rsid w:val="000654E5"/>
    <w:rsid w:val="00077991"/>
    <w:rsid w:val="000829A1"/>
    <w:rsid w:val="0009754A"/>
    <w:rsid w:val="000A0FD4"/>
    <w:rsid w:val="000C5265"/>
    <w:rsid w:val="000D0BBC"/>
    <w:rsid w:val="00101EC0"/>
    <w:rsid w:val="00102DC0"/>
    <w:rsid w:val="001169C1"/>
    <w:rsid w:val="001328E3"/>
    <w:rsid w:val="00136AAF"/>
    <w:rsid w:val="001371CC"/>
    <w:rsid w:val="00137285"/>
    <w:rsid w:val="001446D9"/>
    <w:rsid w:val="0018618D"/>
    <w:rsid w:val="001E69C9"/>
    <w:rsid w:val="001E76D8"/>
    <w:rsid w:val="001E78C3"/>
    <w:rsid w:val="001F4E08"/>
    <w:rsid w:val="00200120"/>
    <w:rsid w:val="0022089E"/>
    <w:rsid w:val="00224459"/>
    <w:rsid w:val="002304F0"/>
    <w:rsid w:val="0023496C"/>
    <w:rsid w:val="0024041F"/>
    <w:rsid w:val="00241014"/>
    <w:rsid w:val="00246041"/>
    <w:rsid w:val="002567E5"/>
    <w:rsid w:val="00256A2F"/>
    <w:rsid w:val="0026227E"/>
    <w:rsid w:val="0026379F"/>
    <w:rsid w:val="002744B4"/>
    <w:rsid w:val="00274B52"/>
    <w:rsid w:val="00293149"/>
    <w:rsid w:val="002A0830"/>
    <w:rsid w:val="002A0E0A"/>
    <w:rsid w:val="002A2A80"/>
    <w:rsid w:val="002B46FA"/>
    <w:rsid w:val="002D4397"/>
    <w:rsid w:val="002E014D"/>
    <w:rsid w:val="002E45F0"/>
    <w:rsid w:val="002E5ED1"/>
    <w:rsid w:val="002E6CB5"/>
    <w:rsid w:val="0030071B"/>
    <w:rsid w:val="00315355"/>
    <w:rsid w:val="00332A30"/>
    <w:rsid w:val="003342B3"/>
    <w:rsid w:val="00353199"/>
    <w:rsid w:val="00365BF1"/>
    <w:rsid w:val="003806E6"/>
    <w:rsid w:val="00391B37"/>
    <w:rsid w:val="003950EB"/>
    <w:rsid w:val="003A488F"/>
    <w:rsid w:val="003C56C9"/>
    <w:rsid w:val="003D09F3"/>
    <w:rsid w:val="003E17F8"/>
    <w:rsid w:val="003F11D3"/>
    <w:rsid w:val="003F15F8"/>
    <w:rsid w:val="004022C5"/>
    <w:rsid w:val="00433B15"/>
    <w:rsid w:val="0044482C"/>
    <w:rsid w:val="00445255"/>
    <w:rsid w:val="00451B49"/>
    <w:rsid w:val="00464742"/>
    <w:rsid w:val="0047283F"/>
    <w:rsid w:val="00475202"/>
    <w:rsid w:val="00485574"/>
    <w:rsid w:val="0049194A"/>
    <w:rsid w:val="00494AE0"/>
    <w:rsid w:val="00495B75"/>
    <w:rsid w:val="005027A4"/>
    <w:rsid w:val="00507C5D"/>
    <w:rsid w:val="00515873"/>
    <w:rsid w:val="005174FF"/>
    <w:rsid w:val="0052188B"/>
    <w:rsid w:val="00527FC3"/>
    <w:rsid w:val="00531945"/>
    <w:rsid w:val="00533D19"/>
    <w:rsid w:val="00542D1E"/>
    <w:rsid w:val="0054659E"/>
    <w:rsid w:val="00565C77"/>
    <w:rsid w:val="0057189C"/>
    <w:rsid w:val="005734D2"/>
    <w:rsid w:val="0057488F"/>
    <w:rsid w:val="00586341"/>
    <w:rsid w:val="005964AB"/>
    <w:rsid w:val="005A292B"/>
    <w:rsid w:val="005A694F"/>
    <w:rsid w:val="005C090C"/>
    <w:rsid w:val="005D0EF5"/>
    <w:rsid w:val="005E72F2"/>
    <w:rsid w:val="005F77E6"/>
    <w:rsid w:val="00605D0C"/>
    <w:rsid w:val="0062226F"/>
    <w:rsid w:val="00636AE4"/>
    <w:rsid w:val="0066114A"/>
    <w:rsid w:val="0067394D"/>
    <w:rsid w:val="00687DDC"/>
    <w:rsid w:val="006B0001"/>
    <w:rsid w:val="006B050B"/>
    <w:rsid w:val="006B34B4"/>
    <w:rsid w:val="006C15B0"/>
    <w:rsid w:val="006C28BB"/>
    <w:rsid w:val="006C52DC"/>
    <w:rsid w:val="006E4A3F"/>
    <w:rsid w:val="006E57CD"/>
    <w:rsid w:val="00704DFD"/>
    <w:rsid w:val="007058A4"/>
    <w:rsid w:val="00717618"/>
    <w:rsid w:val="007228EE"/>
    <w:rsid w:val="00725996"/>
    <w:rsid w:val="007308DF"/>
    <w:rsid w:val="0073770B"/>
    <w:rsid w:val="007410C8"/>
    <w:rsid w:val="00767B5F"/>
    <w:rsid w:val="00787314"/>
    <w:rsid w:val="007B160E"/>
    <w:rsid w:val="007D701D"/>
    <w:rsid w:val="008162E3"/>
    <w:rsid w:val="00820087"/>
    <w:rsid w:val="008266E0"/>
    <w:rsid w:val="00831F72"/>
    <w:rsid w:val="00837D60"/>
    <w:rsid w:val="00845857"/>
    <w:rsid w:val="00856D0E"/>
    <w:rsid w:val="008754EA"/>
    <w:rsid w:val="008931B2"/>
    <w:rsid w:val="008A1E55"/>
    <w:rsid w:val="008B44BB"/>
    <w:rsid w:val="008B4793"/>
    <w:rsid w:val="008B6861"/>
    <w:rsid w:val="008C5CA0"/>
    <w:rsid w:val="008D12ED"/>
    <w:rsid w:val="008F3BC1"/>
    <w:rsid w:val="008F6CF4"/>
    <w:rsid w:val="00902A66"/>
    <w:rsid w:val="00916337"/>
    <w:rsid w:val="009222D4"/>
    <w:rsid w:val="009225AA"/>
    <w:rsid w:val="00952391"/>
    <w:rsid w:val="00955DED"/>
    <w:rsid w:val="0095683D"/>
    <w:rsid w:val="00971B29"/>
    <w:rsid w:val="00974664"/>
    <w:rsid w:val="00977DC9"/>
    <w:rsid w:val="00995B78"/>
    <w:rsid w:val="009966AD"/>
    <w:rsid w:val="009A2104"/>
    <w:rsid w:val="009A270E"/>
    <w:rsid w:val="009C50C7"/>
    <w:rsid w:val="009D53F9"/>
    <w:rsid w:val="009D77DF"/>
    <w:rsid w:val="009E3DA8"/>
    <w:rsid w:val="009F1AFE"/>
    <w:rsid w:val="00A03F4D"/>
    <w:rsid w:val="00A06708"/>
    <w:rsid w:val="00A20EEC"/>
    <w:rsid w:val="00A40E93"/>
    <w:rsid w:val="00A43D45"/>
    <w:rsid w:val="00A5303B"/>
    <w:rsid w:val="00A60569"/>
    <w:rsid w:val="00A7460D"/>
    <w:rsid w:val="00A856F2"/>
    <w:rsid w:val="00A942C1"/>
    <w:rsid w:val="00AA38F2"/>
    <w:rsid w:val="00AA7A72"/>
    <w:rsid w:val="00AB48F2"/>
    <w:rsid w:val="00AC155A"/>
    <w:rsid w:val="00AC63AB"/>
    <w:rsid w:val="00AE7195"/>
    <w:rsid w:val="00B043B4"/>
    <w:rsid w:val="00B068ED"/>
    <w:rsid w:val="00B15CF0"/>
    <w:rsid w:val="00B17153"/>
    <w:rsid w:val="00B179BD"/>
    <w:rsid w:val="00B478CD"/>
    <w:rsid w:val="00B53D6E"/>
    <w:rsid w:val="00B61432"/>
    <w:rsid w:val="00B63983"/>
    <w:rsid w:val="00BA4C0A"/>
    <w:rsid w:val="00BA5C6D"/>
    <w:rsid w:val="00BE3C42"/>
    <w:rsid w:val="00BF3E72"/>
    <w:rsid w:val="00BF4B51"/>
    <w:rsid w:val="00C051D1"/>
    <w:rsid w:val="00C0679A"/>
    <w:rsid w:val="00C17434"/>
    <w:rsid w:val="00C22447"/>
    <w:rsid w:val="00C24845"/>
    <w:rsid w:val="00C37563"/>
    <w:rsid w:val="00C53192"/>
    <w:rsid w:val="00C544C6"/>
    <w:rsid w:val="00C62721"/>
    <w:rsid w:val="00C83861"/>
    <w:rsid w:val="00C94FDA"/>
    <w:rsid w:val="00CC4C0D"/>
    <w:rsid w:val="00CD0B13"/>
    <w:rsid w:val="00CD3FD9"/>
    <w:rsid w:val="00CD4679"/>
    <w:rsid w:val="00CD7D5F"/>
    <w:rsid w:val="00CE7D98"/>
    <w:rsid w:val="00D17BB3"/>
    <w:rsid w:val="00D2514A"/>
    <w:rsid w:val="00D33519"/>
    <w:rsid w:val="00D3463B"/>
    <w:rsid w:val="00D5555C"/>
    <w:rsid w:val="00D55AFF"/>
    <w:rsid w:val="00D70B9C"/>
    <w:rsid w:val="00D80B6A"/>
    <w:rsid w:val="00D876A3"/>
    <w:rsid w:val="00D90A91"/>
    <w:rsid w:val="00DA2702"/>
    <w:rsid w:val="00DB2E2B"/>
    <w:rsid w:val="00DB4288"/>
    <w:rsid w:val="00DD1DAC"/>
    <w:rsid w:val="00DD1DE9"/>
    <w:rsid w:val="00E024B4"/>
    <w:rsid w:val="00E2155C"/>
    <w:rsid w:val="00E23460"/>
    <w:rsid w:val="00E23F17"/>
    <w:rsid w:val="00E413FB"/>
    <w:rsid w:val="00E42106"/>
    <w:rsid w:val="00E43CF8"/>
    <w:rsid w:val="00E46FAB"/>
    <w:rsid w:val="00E519AA"/>
    <w:rsid w:val="00E5390D"/>
    <w:rsid w:val="00E6644E"/>
    <w:rsid w:val="00E75717"/>
    <w:rsid w:val="00E8191D"/>
    <w:rsid w:val="00E86100"/>
    <w:rsid w:val="00E97AB3"/>
    <w:rsid w:val="00EA16FD"/>
    <w:rsid w:val="00EA2FAF"/>
    <w:rsid w:val="00EB5C2C"/>
    <w:rsid w:val="00EE304A"/>
    <w:rsid w:val="00EF36B9"/>
    <w:rsid w:val="00EF7E4E"/>
    <w:rsid w:val="00F3070B"/>
    <w:rsid w:val="00F3083F"/>
    <w:rsid w:val="00F5225F"/>
    <w:rsid w:val="00F52812"/>
    <w:rsid w:val="00F658DB"/>
    <w:rsid w:val="00F97F4F"/>
    <w:rsid w:val="00FA71EF"/>
    <w:rsid w:val="00FC082E"/>
    <w:rsid w:val="00FD19A2"/>
    <w:rsid w:val="00FD360D"/>
    <w:rsid w:val="00FE4B83"/>
    <w:rsid w:val="00FF2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585F3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17618"/>
    <w:pPr>
      <w:overflowPunct w:val="0"/>
      <w:autoSpaceDE w:val="0"/>
      <w:autoSpaceDN w:val="0"/>
      <w:adjustRightInd w:val="0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textAlignment w:val="baseline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textAlignment w:val="baseline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textAlignment w:val="baseline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textAlignment w:val="baseline"/>
      <w:outlineLvl w:val="3"/>
    </w:pPr>
    <w:rPr>
      <w:rFonts w:ascii="Pristina" w:hAnsi="Pristina"/>
      <w:sz w:val="32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7410C8"/>
    <w:pPr>
      <w:spacing w:before="240" w:after="60"/>
      <w:textAlignment w:val="baseline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Titolo9">
    <w:name w:val="heading 9"/>
    <w:basedOn w:val="Normale"/>
    <w:next w:val="Normale"/>
    <w:link w:val="Titolo9Carattere"/>
    <w:qFormat/>
    <w:rsid w:val="002E45F0"/>
    <w:pPr>
      <w:spacing w:before="240" w:after="60"/>
      <w:textAlignment w:val="baseline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  <w:textAlignment w:val="baseline"/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textAlignment w:val="baseline"/>
    </w:p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  <w:textAlignment w:val="baseline"/>
    </w:pPr>
    <w:rPr>
      <w:sz w:val="28"/>
    </w:rPr>
  </w:style>
  <w:style w:type="paragraph" w:styleId="NormaleWeb">
    <w:name w:val="Normal (Web)"/>
    <w:basedOn w:val="Normale"/>
    <w:uiPriority w:val="99"/>
    <w:pPr>
      <w:overflowPunct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  <w:textAlignment w:val="baseline"/>
    </w:pPr>
  </w:style>
  <w:style w:type="paragraph" w:styleId="Testofumetto">
    <w:name w:val="Balloon Text"/>
    <w:basedOn w:val="Normale"/>
    <w:semiHidden/>
    <w:pPr>
      <w:textAlignment w:val="baseline"/>
    </w:pPr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uiPriority w:val="99"/>
    <w:pPr>
      <w:spacing w:after="120"/>
      <w:textAlignment w:val="baseline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  <w:textAlignment w:val="baseline"/>
    </w:pPr>
    <w:rPr>
      <w:bCs/>
      <w:sz w:val="20"/>
    </w:rPr>
  </w:style>
  <w:style w:type="table" w:styleId="Grigliatabella">
    <w:name w:val="Table Grid"/>
    <w:basedOn w:val="Tabellanormale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9Carattere">
    <w:name w:val="Titolo 9 Carattere"/>
    <w:link w:val="Titolo9"/>
    <w:semiHidden/>
    <w:rsid w:val="002E45F0"/>
    <w:rPr>
      <w:rFonts w:ascii="Cambria" w:eastAsia="Times New Roman" w:hAnsi="Cambria" w:cs="Times New Roman"/>
      <w:sz w:val="22"/>
      <w:szCs w:val="22"/>
    </w:rPr>
  </w:style>
  <w:style w:type="character" w:customStyle="1" w:styleId="IntestazioneCarattere">
    <w:name w:val="Intestazione Carattere"/>
    <w:link w:val="Intestazione"/>
    <w:rsid w:val="002E45F0"/>
    <w:rPr>
      <w:sz w:val="24"/>
    </w:rPr>
  </w:style>
  <w:style w:type="paragraph" w:customStyle="1" w:styleId="Corpodeltesto31">
    <w:name w:val="Corpo del testo 31"/>
    <w:basedOn w:val="Normale"/>
    <w:rsid w:val="002E45F0"/>
    <w:pPr>
      <w:jc w:val="both"/>
    </w:pPr>
    <w:rPr>
      <w:b/>
    </w:rPr>
  </w:style>
  <w:style w:type="character" w:customStyle="1" w:styleId="PidipaginaCarattere">
    <w:name w:val="Piè di pagina Carattere"/>
    <w:link w:val="Pidipagina"/>
    <w:uiPriority w:val="99"/>
    <w:rsid w:val="003806E6"/>
    <w:rPr>
      <w:sz w:val="24"/>
    </w:rPr>
  </w:style>
  <w:style w:type="paragraph" w:styleId="Testonotaapidipagina">
    <w:name w:val="footnote text"/>
    <w:basedOn w:val="Normale"/>
    <w:link w:val="TestonotaapidipaginaCarattere"/>
    <w:rsid w:val="00C94FDA"/>
    <w:pPr>
      <w:textAlignment w:val="baseline"/>
    </w:pPr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94FDA"/>
  </w:style>
  <w:style w:type="character" w:styleId="Rimandonotaapidipagina">
    <w:name w:val="footnote reference"/>
    <w:rsid w:val="00C94FDA"/>
    <w:rPr>
      <w:vertAlign w:val="superscript"/>
    </w:rPr>
  </w:style>
  <w:style w:type="paragraph" w:customStyle="1" w:styleId="BodyText24">
    <w:name w:val="Body Text 24"/>
    <w:basedOn w:val="Normale"/>
    <w:rsid w:val="008266E0"/>
    <w:pPr>
      <w:jc w:val="both"/>
    </w:pPr>
    <w:rPr>
      <w:b/>
    </w:rPr>
  </w:style>
  <w:style w:type="character" w:customStyle="1" w:styleId="Titolo5Carattere">
    <w:name w:val="Titolo 5 Carattere"/>
    <w:link w:val="Titolo5"/>
    <w:semiHidden/>
    <w:rsid w:val="007410C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Enfasigrassetto">
    <w:name w:val="Strong"/>
    <w:uiPriority w:val="22"/>
    <w:qFormat/>
    <w:rsid w:val="005A694F"/>
    <w:rPr>
      <w:b/>
      <w:bCs/>
    </w:rPr>
  </w:style>
  <w:style w:type="paragraph" w:customStyle="1" w:styleId="grassetto1">
    <w:name w:val="grassetto1"/>
    <w:basedOn w:val="Normale"/>
    <w:rsid w:val="00636AE4"/>
    <w:pPr>
      <w:overflowPunct/>
      <w:autoSpaceDE/>
      <w:autoSpaceDN/>
      <w:adjustRightInd/>
      <w:spacing w:after="24"/>
    </w:pPr>
    <w:rPr>
      <w:b/>
      <w:bCs/>
      <w:szCs w:val="24"/>
    </w:rPr>
  </w:style>
  <w:style w:type="character" w:customStyle="1" w:styleId="riferimento1">
    <w:name w:val="riferimento1"/>
    <w:rsid w:val="00636AE4"/>
    <w:rPr>
      <w:i/>
      <w:iCs/>
      <w:color w:val="058940"/>
    </w:rPr>
  </w:style>
  <w:style w:type="paragraph" w:customStyle="1" w:styleId="BodyText22">
    <w:name w:val="Body Text 22"/>
    <w:basedOn w:val="Normale"/>
    <w:rsid w:val="00533D19"/>
    <w:pPr>
      <w:spacing w:line="480" w:lineRule="auto"/>
      <w:jc w:val="both"/>
    </w:pPr>
  </w:style>
  <w:style w:type="paragraph" w:styleId="Rientrocorpodeltesto3">
    <w:name w:val="Body Text Indent 3"/>
    <w:basedOn w:val="Normale"/>
    <w:link w:val="Rientrocorpodeltesto3Carattere"/>
    <w:rsid w:val="00533D19"/>
    <w:pPr>
      <w:widowControl w:val="0"/>
      <w:spacing w:after="120"/>
      <w:ind w:left="283"/>
      <w:textAlignment w:val="baseline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533D19"/>
    <w:rPr>
      <w:sz w:val="16"/>
      <w:szCs w:val="16"/>
    </w:rPr>
  </w:style>
  <w:style w:type="character" w:styleId="Enfasicorsivo">
    <w:name w:val="Emphasis"/>
    <w:qFormat/>
    <w:rsid w:val="00533D19"/>
    <w:rPr>
      <w:i/>
      <w:iCs/>
    </w:rPr>
  </w:style>
  <w:style w:type="paragraph" w:customStyle="1" w:styleId="BodyText23">
    <w:name w:val="Body Text 23"/>
    <w:basedOn w:val="Normale"/>
    <w:rsid w:val="00533D19"/>
    <w:pPr>
      <w:jc w:val="both"/>
    </w:pPr>
    <w:rPr>
      <w:b/>
    </w:rPr>
  </w:style>
  <w:style w:type="paragraph" w:customStyle="1" w:styleId="Rientrocorpodeltesto21">
    <w:name w:val="Rientro corpo del testo 21"/>
    <w:basedOn w:val="Normale"/>
    <w:rsid w:val="005F77E6"/>
    <w:pPr>
      <w:ind w:firstLine="708"/>
    </w:pPr>
    <w:rPr>
      <w:sz w:val="20"/>
    </w:rPr>
  </w:style>
  <w:style w:type="paragraph" w:customStyle="1" w:styleId="Default">
    <w:name w:val="Default"/>
    <w:rsid w:val="003E17F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1"/>
    <w:qFormat/>
    <w:rsid w:val="003E17F8"/>
    <w:pPr>
      <w:ind w:left="720"/>
      <w:contextualSpacing/>
      <w:textAlignment w:val="baseline"/>
    </w:pPr>
  </w:style>
  <w:style w:type="table" w:customStyle="1" w:styleId="Grigliatabella1">
    <w:name w:val="Griglia tabella1"/>
    <w:basedOn w:val="Tabellanormale"/>
    <w:next w:val="Grigliatabella"/>
    <w:uiPriority w:val="59"/>
    <w:rsid w:val="0026227E"/>
    <w:rPr>
      <w:rFonts w:asciiTheme="majorHAnsi" w:eastAsiaTheme="minorHAnsi" w:hAnsiTheme="majorHAnsi" w:cstheme="maj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3C56C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17618"/>
    <w:pPr>
      <w:overflowPunct w:val="0"/>
      <w:autoSpaceDE w:val="0"/>
      <w:autoSpaceDN w:val="0"/>
      <w:adjustRightInd w:val="0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textAlignment w:val="baseline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textAlignment w:val="baseline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textAlignment w:val="baseline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textAlignment w:val="baseline"/>
      <w:outlineLvl w:val="3"/>
    </w:pPr>
    <w:rPr>
      <w:rFonts w:ascii="Pristina" w:hAnsi="Pristina"/>
      <w:sz w:val="32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7410C8"/>
    <w:pPr>
      <w:spacing w:before="240" w:after="60"/>
      <w:textAlignment w:val="baseline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Titolo9">
    <w:name w:val="heading 9"/>
    <w:basedOn w:val="Normale"/>
    <w:next w:val="Normale"/>
    <w:link w:val="Titolo9Carattere"/>
    <w:qFormat/>
    <w:rsid w:val="002E45F0"/>
    <w:pPr>
      <w:spacing w:before="240" w:after="60"/>
      <w:textAlignment w:val="baseline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  <w:textAlignment w:val="baseline"/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textAlignment w:val="baseline"/>
    </w:p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  <w:textAlignment w:val="baseline"/>
    </w:pPr>
    <w:rPr>
      <w:sz w:val="28"/>
    </w:rPr>
  </w:style>
  <w:style w:type="paragraph" w:styleId="NormaleWeb">
    <w:name w:val="Normal (Web)"/>
    <w:basedOn w:val="Normale"/>
    <w:uiPriority w:val="99"/>
    <w:pPr>
      <w:overflowPunct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  <w:textAlignment w:val="baseline"/>
    </w:pPr>
  </w:style>
  <w:style w:type="paragraph" w:styleId="Testofumetto">
    <w:name w:val="Balloon Text"/>
    <w:basedOn w:val="Normale"/>
    <w:semiHidden/>
    <w:pPr>
      <w:textAlignment w:val="baseline"/>
    </w:pPr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uiPriority w:val="99"/>
    <w:pPr>
      <w:spacing w:after="120"/>
      <w:textAlignment w:val="baseline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  <w:textAlignment w:val="baseline"/>
    </w:pPr>
    <w:rPr>
      <w:bCs/>
      <w:sz w:val="20"/>
    </w:rPr>
  </w:style>
  <w:style w:type="table" w:styleId="Grigliatabella">
    <w:name w:val="Table Grid"/>
    <w:basedOn w:val="Tabellanormale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9Carattere">
    <w:name w:val="Titolo 9 Carattere"/>
    <w:link w:val="Titolo9"/>
    <w:semiHidden/>
    <w:rsid w:val="002E45F0"/>
    <w:rPr>
      <w:rFonts w:ascii="Cambria" w:eastAsia="Times New Roman" w:hAnsi="Cambria" w:cs="Times New Roman"/>
      <w:sz w:val="22"/>
      <w:szCs w:val="22"/>
    </w:rPr>
  </w:style>
  <w:style w:type="character" w:customStyle="1" w:styleId="IntestazioneCarattere">
    <w:name w:val="Intestazione Carattere"/>
    <w:link w:val="Intestazione"/>
    <w:rsid w:val="002E45F0"/>
    <w:rPr>
      <w:sz w:val="24"/>
    </w:rPr>
  </w:style>
  <w:style w:type="paragraph" w:customStyle="1" w:styleId="Corpodeltesto31">
    <w:name w:val="Corpo del testo 31"/>
    <w:basedOn w:val="Normale"/>
    <w:rsid w:val="002E45F0"/>
    <w:pPr>
      <w:jc w:val="both"/>
    </w:pPr>
    <w:rPr>
      <w:b/>
    </w:rPr>
  </w:style>
  <w:style w:type="character" w:customStyle="1" w:styleId="PidipaginaCarattere">
    <w:name w:val="Piè di pagina Carattere"/>
    <w:link w:val="Pidipagina"/>
    <w:uiPriority w:val="99"/>
    <w:rsid w:val="003806E6"/>
    <w:rPr>
      <w:sz w:val="24"/>
    </w:rPr>
  </w:style>
  <w:style w:type="paragraph" w:styleId="Testonotaapidipagina">
    <w:name w:val="footnote text"/>
    <w:basedOn w:val="Normale"/>
    <w:link w:val="TestonotaapidipaginaCarattere"/>
    <w:rsid w:val="00C94FDA"/>
    <w:pPr>
      <w:textAlignment w:val="baseline"/>
    </w:pPr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94FDA"/>
  </w:style>
  <w:style w:type="character" w:styleId="Rimandonotaapidipagina">
    <w:name w:val="footnote reference"/>
    <w:rsid w:val="00C94FDA"/>
    <w:rPr>
      <w:vertAlign w:val="superscript"/>
    </w:rPr>
  </w:style>
  <w:style w:type="paragraph" w:customStyle="1" w:styleId="BodyText24">
    <w:name w:val="Body Text 24"/>
    <w:basedOn w:val="Normale"/>
    <w:rsid w:val="008266E0"/>
    <w:pPr>
      <w:jc w:val="both"/>
    </w:pPr>
    <w:rPr>
      <w:b/>
    </w:rPr>
  </w:style>
  <w:style w:type="character" w:customStyle="1" w:styleId="Titolo5Carattere">
    <w:name w:val="Titolo 5 Carattere"/>
    <w:link w:val="Titolo5"/>
    <w:semiHidden/>
    <w:rsid w:val="007410C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Enfasigrassetto">
    <w:name w:val="Strong"/>
    <w:uiPriority w:val="22"/>
    <w:qFormat/>
    <w:rsid w:val="005A694F"/>
    <w:rPr>
      <w:b/>
      <w:bCs/>
    </w:rPr>
  </w:style>
  <w:style w:type="paragraph" w:customStyle="1" w:styleId="grassetto1">
    <w:name w:val="grassetto1"/>
    <w:basedOn w:val="Normale"/>
    <w:rsid w:val="00636AE4"/>
    <w:pPr>
      <w:overflowPunct/>
      <w:autoSpaceDE/>
      <w:autoSpaceDN/>
      <w:adjustRightInd/>
      <w:spacing w:after="24"/>
    </w:pPr>
    <w:rPr>
      <w:b/>
      <w:bCs/>
      <w:szCs w:val="24"/>
    </w:rPr>
  </w:style>
  <w:style w:type="character" w:customStyle="1" w:styleId="riferimento1">
    <w:name w:val="riferimento1"/>
    <w:rsid w:val="00636AE4"/>
    <w:rPr>
      <w:i/>
      <w:iCs/>
      <w:color w:val="058940"/>
    </w:rPr>
  </w:style>
  <w:style w:type="paragraph" w:customStyle="1" w:styleId="BodyText22">
    <w:name w:val="Body Text 22"/>
    <w:basedOn w:val="Normale"/>
    <w:rsid w:val="00533D19"/>
    <w:pPr>
      <w:spacing w:line="480" w:lineRule="auto"/>
      <w:jc w:val="both"/>
    </w:pPr>
  </w:style>
  <w:style w:type="paragraph" w:styleId="Rientrocorpodeltesto3">
    <w:name w:val="Body Text Indent 3"/>
    <w:basedOn w:val="Normale"/>
    <w:link w:val="Rientrocorpodeltesto3Carattere"/>
    <w:rsid w:val="00533D19"/>
    <w:pPr>
      <w:widowControl w:val="0"/>
      <w:spacing w:after="120"/>
      <w:ind w:left="283"/>
      <w:textAlignment w:val="baseline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533D19"/>
    <w:rPr>
      <w:sz w:val="16"/>
      <w:szCs w:val="16"/>
    </w:rPr>
  </w:style>
  <w:style w:type="character" w:styleId="Enfasicorsivo">
    <w:name w:val="Emphasis"/>
    <w:qFormat/>
    <w:rsid w:val="00533D19"/>
    <w:rPr>
      <w:i/>
      <w:iCs/>
    </w:rPr>
  </w:style>
  <w:style w:type="paragraph" w:customStyle="1" w:styleId="BodyText23">
    <w:name w:val="Body Text 23"/>
    <w:basedOn w:val="Normale"/>
    <w:rsid w:val="00533D19"/>
    <w:pPr>
      <w:jc w:val="both"/>
    </w:pPr>
    <w:rPr>
      <w:b/>
    </w:rPr>
  </w:style>
  <w:style w:type="paragraph" w:customStyle="1" w:styleId="Rientrocorpodeltesto21">
    <w:name w:val="Rientro corpo del testo 21"/>
    <w:basedOn w:val="Normale"/>
    <w:rsid w:val="005F77E6"/>
    <w:pPr>
      <w:ind w:firstLine="708"/>
    </w:pPr>
    <w:rPr>
      <w:sz w:val="20"/>
    </w:rPr>
  </w:style>
  <w:style w:type="paragraph" w:customStyle="1" w:styleId="Default">
    <w:name w:val="Default"/>
    <w:rsid w:val="003E17F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1"/>
    <w:qFormat/>
    <w:rsid w:val="003E17F8"/>
    <w:pPr>
      <w:ind w:left="720"/>
      <w:contextualSpacing/>
      <w:textAlignment w:val="baseline"/>
    </w:pPr>
  </w:style>
  <w:style w:type="table" w:customStyle="1" w:styleId="Grigliatabella1">
    <w:name w:val="Griglia tabella1"/>
    <w:basedOn w:val="Tabellanormale"/>
    <w:next w:val="Grigliatabella"/>
    <w:uiPriority w:val="59"/>
    <w:rsid w:val="0026227E"/>
    <w:rPr>
      <w:rFonts w:asciiTheme="majorHAnsi" w:eastAsiaTheme="minorHAnsi" w:hAnsiTheme="majorHAnsi" w:cstheme="maj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3C56C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53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72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838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5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61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07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133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arche.istruzione.it" TargetMode="External"/><Relationship Id="rId2" Type="http://schemas.openxmlformats.org/officeDocument/2006/relationships/hyperlink" Target="mailto:direzione-marche@istruzione.it" TargetMode="External"/><Relationship Id="rId1" Type="http://schemas.openxmlformats.org/officeDocument/2006/relationships/hyperlink" Target="mailto:drma@postacert.istruzio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0120\Desktop\modelli\USR%20March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B3416-AE72-4BBF-971E-F9D54B2D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USR Marche.dotx</Template>
  <TotalTime>89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610</CharactersWithSpaces>
  <SharedDoc>false</SharedDoc>
  <HLinks>
    <vt:vector size="24" baseType="variant">
      <vt:variant>
        <vt:i4>4521986</vt:i4>
      </vt:variant>
      <vt:variant>
        <vt:i4>9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2818122</vt:i4>
      </vt:variant>
      <vt:variant>
        <vt:i4>6</vt:i4>
      </vt:variant>
      <vt:variant>
        <vt:i4>0</vt:i4>
      </vt:variant>
      <vt:variant>
        <vt:i4>5</vt:i4>
      </vt:variant>
      <vt:variant>
        <vt:lpwstr>mailto:direzione-marche@istruzione.it</vt:lpwstr>
      </vt:variant>
      <vt:variant>
        <vt:lpwstr/>
      </vt:variant>
      <vt:variant>
        <vt:i4>1507435</vt:i4>
      </vt:variant>
      <vt:variant>
        <vt:i4>3</vt:i4>
      </vt:variant>
      <vt:variant>
        <vt:i4>0</vt:i4>
      </vt:variant>
      <vt:variant>
        <vt:i4>5</vt:i4>
      </vt:variant>
      <vt:variant>
        <vt:lpwstr>mailto:drma@postacert.istruzione.it</vt:lpwstr>
      </vt:variant>
      <vt:variant>
        <vt:lpwstr/>
      </vt:variant>
      <vt:variant>
        <vt:i4>1179687</vt:i4>
      </vt:variant>
      <vt:variant>
        <vt:i4>0</vt:i4>
      </vt:variant>
      <vt:variant>
        <vt:i4>0</vt:i4>
      </vt:variant>
      <vt:variant>
        <vt:i4>5</vt:i4>
      </vt:variant>
      <vt:variant>
        <vt:lpwstr>mailto:nicola.sabatino.an@istruzione.it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Administrator</dc:creator>
  <cp:lastModifiedBy>Administrator</cp:lastModifiedBy>
  <cp:revision>6</cp:revision>
  <cp:lastPrinted>2015-05-25T08:57:00Z</cp:lastPrinted>
  <dcterms:created xsi:type="dcterms:W3CDTF">2019-03-28T11:46:00Z</dcterms:created>
  <dcterms:modified xsi:type="dcterms:W3CDTF">2019-04-02T10:13:00Z</dcterms:modified>
</cp:coreProperties>
</file>